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081405">
      <w:pPr>
        <w:pStyle w:val="Titul1"/>
        <w:jc w:val="both"/>
      </w:pPr>
      <w:r>
        <w:t>SMLOUVA O DÍLO NA ZHOTOVENÍ STAVBY</w:t>
      </w:r>
      <w:r w:rsidR="00485CE8">
        <w:t xml:space="preserve"> </w:t>
      </w:r>
    </w:p>
    <w:p w14:paraId="7D32551D" w14:textId="7E9B9A78" w:rsidR="00F422D3" w:rsidRDefault="00F422D3" w:rsidP="00081405">
      <w:pPr>
        <w:pStyle w:val="Titul2"/>
        <w:jc w:val="both"/>
      </w:pPr>
      <w:r>
        <w:t>Název zakázky: „</w:t>
      </w:r>
      <w:r w:rsidR="008C104D">
        <w:t>Oprava staničních kolejí v žst. Mimoň</w:t>
      </w:r>
      <w:r>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spojení: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3EC7195B" w:rsidR="00D77605" w:rsidRDefault="002E052B" w:rsidP="00081405">
      <w:pPr>
        <w:pStyle w:val="Textbezodsazen"/>
        <w:tabs>
          <w:tab w:val="left" w:pos="1843"/>
        </w:tabs>
        <w:spacing w:after="0"/>
      </w:pPr>
      <w:r>
        <w:t>ev. č. registru VZ:</w:t>
      </w:r>
      <w:r>
        <w:tab/>
      </w:r>
      <w:r w:rsidR="00B85313">
        <w:t>64022064</w:t>
      </w:r>
    </w:p>
    <w:p w14:paraId="0D23E802" w14:textId="2A30CF29"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spojení: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t>dnešního dne uzavřely tuto smlouvu (dále jen „Smlouva“) v souladu s ust.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081405">
      <w:pPr>
        <w:pStyle w:val="Nadpis1-1"/>
        <w:jc w:val="both"/>
      </w:pPr>
      <w:r w:rsidRPr="00F24489">
        <w:t>ÚČEL SMLOUVY</w:t>
      </w:r>
    </w:p>
    <w:p w14:paraId="3DACC1AC" w14:textId="05C76977" w:rsidR="00F24489" w:rsidRDefault="00F24489" w:rsidP="008C104D">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B85313" w:rsidRPr="00B85313">
        <w:t>64022064</w:t>
      </w:r>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8C104D">
        <w:t>Oprava staničních kolejí v žst. Mimoň</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562834D2" w14:textId="739F382B" w:rsidR="00F24489" w:rsidRPr="008C104D" w:rsidRDefault="00DF4B6D" w:rsidP="008C104D">
      <w:pPr>
        <w:pStyle w:val="Textbezslovn"/>
      </w:pPr>
      <w:r w:rsidRPr="008C104D">
        <w:t>R</w:t>
      </w:r>
      <w:r w:rsidR="00A61903">
        <w:t>ozpis</w:t>
      </w:r>
      <w:r w:rsidRPr="008C104D">
        <w:t xml:space="preserve"> Ceny Díla dle </w:t>
      </w:r>
      <w:r w:rsidR="00A61903">
        <w:t>jednotlivých položek</w:t>
      </w:r>
      <w:r w:rsidRPr="008C104D">
        <w:t xml:space="preserve"> je uveden v</w:t>
      </w:r>
      <w:r w:rsidR="00F87C8D" w:rsidRPr="008C104D">
        <w:t> </w:t>
      </w:r>
      <w:hyperlink w:anchor="ListAnnex04" w:history="1">
        <w:r w:rsidRPr="008C104D">
          <w:rPr>
            <w:rStyle w:val="Hypertextovodkaz"/>
            <w:rFonts w:cs="Calibri"/>
            <w:color w:val="auto"/>
          </w:rPr>
          <w:t>Příloze č. 4</w:t>
        </w:r>
      </w:hyperlink>
      <w:r w:rsidRPr="008C104D">
        <w:t xml:space="preserve"> této Smlouvy.</w:t>
      </w:r>
    </w:p>
    <w:p w14:paraId="5F7F2D80" w14:textId="64746B9F" w:rsidR="00F24489" w:rsidRPr="008C104D" w:rsidRDefault="00F24489" w:rsidP="00081405">
      <w:pPr>
        <w:pStyle w:val="Text1-1"/>
      </w:pPr>
      <w:r w:rsidRPr="008C104D">
        <w:t>Smluvní strany se dohodly, že Zhotovitel na sebe přebí</w:t>
      </w:r>
      <w:r w:rsidR="00805BFF" w:rsidRPr="008C104D">
        <w:t>rá nebezpečí změny okolností ve </w:t>
      </w:r>
      <w:r w:rsidRPr="008C104D">
        <w:t>smyslu ust. § 1765 odst. 2 a § 2620 odst. 2 občanského zákoníku. Tzn., že</w:t>
      </w:r>
      <w:r w:rsidR="00EF33B0" w:rsidRPr="008C104D">
        <w:t> </w:t>
      </w:r>
      <w:r w:rsidRPr="008C104D">
        <w:t>Zhotoviteli nevznikne vůči Objednateli při změně okolností práv</w:t>
      </w:r>
      <w:r w:rsidR="00805BFF" w:rsidRPr="008C104D">
        <w:t>o domáhat se obnovení jednání o </w:t>
      </w:r>
      <w:r w:rsidRPr="008C104D">
        <w:t>Smlouvě ani zvýšení Ceny za Dílo ani zrušení Smlouvy.</w:t>
      </w:r>
    </w:p>
    <w:p w14:paraId="2D017486" w14:textId="77777777" w:rsidR="00F24489" w:rsidRPr="008C104D" w:rsidRDefault="00F24489" w:rsidP="00081405">
      <w:pPr>
        <w:pStyle w:val="Text1-1"/>
      </w:pPr>
      <w:r w:rsidRPr="008C104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C104D">
        <w:rPr>
          <w:rStyle w:val="OdstavecsmlouvyChar"/>
          <w:rFonts w:eastAsiaTheme="minorHAnsi"/>
        </w:rPr>
        <w:t xml:space="preserve"> </w:t>
      </w:r>
      <w:r w:rsidRPr="008C104D">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BDFF72C" w14:textId="77777777" w:rsidR="00F24489" w:rsidRPr="00F97DBD" w:rsidRDefault="00F24489" w:rsidP="00081405">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081405">
      <w:pPr>
        <w:pStyle w:val="Textbezslovn"/>
        <w:rPr>
          <w:b/>
        </w:rPr>
      </w:pPr>
      <w:r w:rsidRPr="00F24489">
        <w:rPr>
          <w:b/>
        </w:rPr>
        <w:t>Zahájení stavebních prací: dnem předání Staveniště dle odst. 4.1.1 Přílohy č.2 b) Smlouvy.</w:t>
      </w:r>
    </w:p>
    <w:p w14:paraId="0BD62631" w14:textId="1ED5DC62" w:rsidR="00F24489" w:rsidRPr="008C104D" w:rsidRDefault="00F24489" w:rsidP="00081405">
      <w:pPr>
        <w:pStyle w:val="Textbezslovn"/>
        <w:rPr>
          <w:b/>
        </w:rPr>
      </w:pPr>
      <w:r w:rsidRPr="008C104D">
        <w:rPr>
          <w:b/>
        </w:rPr>
        <w:t>Celková lhůta</w:t>
      </w:r>
      <w:r w:rsidR="008C104D" w:rsidRPr="008C104D">
        <w:rPr>
          <w:b/>
        </w:rPr>
        <w:t xml:space="preserve"> p</w:t>
      </w:r>
      <w:r w:rsidR="001C2FA0">
        <w:rPr>
          <w:b/>
        </w:rPr>
        <w:t>ro dokončení Díla činí celkem 11</w:t>
      </w:r>
      <w:r w:rsidRPr="008C104D">
        <w:rPr>
          <w:b/>
        </w:rPr>
        <w:t xml:space="preserve"> měsíců ode Dne zahájení stavebních prací (dokladem prokazujícím, že Zh</w:t>
      </w:r>
      <w:r w:rsidR="00805BFF" w:rsidRPr="008C104D">
        <w:rPr>
          <w:b/>
        </w:rPr>
        <w:t>otovitel dokončil celé Dílo, je </w:t>
      </w:r>
      <w:r w:rsidRPr="008C104D">
        <w:rPr>
          <w:b/>
        </w:rPr>
        <w:t>Předávací protokol dle odst. 10.4 Obchodních podmínek).</w:t>
      </w:r>
    </w:p>
    <w:p w14:paraId="3183DE99" w14:textId="22E4A2BC" w:rsidR="00F24489" w:rsidRDefault="00F24489" w:rsidP="00081405">
      <w:pPr>
        <w:pStyle w:val="Textbezslovn"/>
      </w:pPr>
      <w:r w:rsidRPr="008C104D">
        <w:t xml:space="preserve">Lhůta pro dokončení stavebních prací činí celkem </w:t>
      </w:r>
      <w:r w:rsidR="008C104D" w:rsidRPr="008C104D">
        <w:rPr>
          <w:b/>
        </w:rPr>
        <w:t>1</w:t>
      </w:r>
      <w:r w:rsidR="001C2FA0">
        <w:rPr>
          <w:b/>
        </w:rPr>
        <w:t>0</w:t>
      </w:r>
      <w:r w:rsidRPr="008C104D">
        <w:rPr>
          <w:b/>
        </w:rPr>
        <w:t xml:space="preserve"> 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7506144A" w14:textId="749F5D01" w:rsidR="009A0C40" w:rsidRDefault="009A0C40" w:rsidP="00081405">
      <w:pPr>
        <w:pStyle w:val="Textbezslovn"/>
      </w:pPr>
      <w:r>
        <w:t>P</w:t>
      </w:r>
      <w:r w:rsidRPr="001B6480">
        <w:t xml:space="preserve">ředání souborného zpracování geodetické části dokumentace skutečného provedení stavby a kompletní technické části dokumentace skutečného provedení stavby bude provedeno nejpozději do </w:t>
      </w:r>
      <w:r w:rsidR="008C104D" w:rsidRPr="008C104D">
        <w:rPr>
          <w:b/>
        </w:rPr>
        <w:t>1</w:t>
      </w:r>
      <w:r w:rsidRPr="001B6480">
        <w:rPr>
          <w:b/>
        </w:rPr>
        <w:t xml:space="preserve"> měsíc</w:t>
      </w:r>
      <w:r w:rsidR="008C104D">
        <w:rPr>
          <w:b/>
        </w:rPr>
        <w:t>e</w:t>
      </w:r>
      <w:r w:rsidRPr="001B6480">
        <w:t xml:space="preserve"> ode dne podpisu posledního Zápisu o předání a</w:t>
      </w:r>
      <w:r w:rsidR="00EF33B0">
        <w:t> </w:t>
      </w:r>
      <w:r w:rsidRPr="001B6480">
        <w:t>převzetí Díla.</w:t>
      </w:r>
    </w:p>
    <w:p w14:paraId="355A0561" w14:textId="6E44E7B7" w:rsidR="009A0C40" w:rsidRPr="003F35F3" w:rsidRDefault="009A0C40" w:rsidP="008C104D">
      <w:pPr>
        <w:pStyle w:val="Textbezslovn"/>
      </w:pPr>
      <w:r w:rsidRPr="001B6480">
        <w:t>Lhůty stanovené v odst. 6.5.3 a 8.3.3 Všeobecných technických podmínek na realizaci a lhůty stanovené v odst. 2</w:t>
      </w:r>
      <w:r w:rsidR="0019261C">
        <w:t xml:space="preserve">.10 a 2.11 Obchodních podmínek </w:t>
      </w:r>
      <w:r w:rsidRPr="001B6480">
        <w:t>se v případě této Smlouvy nepoužijí.</w:t>
      </w:r>
    </w:p>
    <w:p w14:paraId="519ACE17" w14:textId="77777777" w:rsidR="00F24489" w:rsidRPr="00F97DBD" w:rsidRDefault="00F24489" w:rsidP="00081405">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081405">
      <w:pPr>
        <w:pStyle w:val="Text1-1"/>
      </w:pPr>
      <w:r w:rsidRPr="00F97DBD">
        <w:t>Ust. § 2605 odst. 1 a ust. § 2628 občanského zákoníku se nepoužije. Dílo je provedeno tehdy, je-li dokončeno řádně a včas a Objednatelem převzato sjednaným způsobem.</w:t>
      </w:r>
    </w:p>
    <w:p w14:paraId="30C44A40" w14:textId="72405B06" w:rsidR="00F24489" w:rsidRPr="008C104D" w:rsidRDefault="00F24489" w:rsidP="008C104D">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w:t>
      </w:r>
      <w:r w:rsidR="00EF33B0">
        <w:t> </w:t>
      </w:r>
      <w:r>
        <w:t xml:space="preserve">konkrétní úpravu, která by měla být obsažena v Projektové dokumentaci, avšak není obsažená v Technické </w:t>
      </w:r>
      <w:r w:rsidRPr="008C104D">
        <w:t>specifikaci stavby, nebo odkazuje na Projektovou dokumentaci takovým způsobem, který není aplikovatelný na Technickou specifikaci stavby s ohledem na její obsah, se toto ustanovení nepoužije.</w:t>
      </w:r>
    </w:p>
    <w:p w14:paraId="75613D22" w14:textId="62A3DDF2" w:rsidR="00F24489" w:rsidRPr="008C104D" w:rsidRDefault="00F24489" w:rsidP="00081405">
      <w:pPr>
        <w:pStyle w:val="Text1-1"/>
      </w:pPr>
      <w:r w:rsidRPr="008C104D">
        <w:t>Zhotovitel se zavazuje zajistit realizaci prací na Díle tak, aby v případě nepřetržitých výluk trvajících více než 36 hodin probíhala r</w:t>
      </w:r>
      <w:r w:rsidR="00AE34C1" w:rsidRPr="008C104D">
        <w:t>ealizace prací na Díle</w:t>
      </w:r>
      <w:r w:rsidRPr="008C104D">
        <w:t xml:space="preserve"> minimálně 16 hodin denně včetně sobot a nedělí.</w:t>
      </w:r>
    </w:p>
    <w:p w14:paraId="2E7330EC" w14:textId="77777777" w:rsidR="00F24489" w:rsidRDefault="00214C3E" w:rsidP="00081405">
      <w:pPr>
        <w:pStyle w:val="Nadpis1-1"/>
        <w:jc w:val="both"/>
      </w:pPr>
      <w:r w:rsidRPr="00214C3E">
        <w:t>ZÁRUKY, DALŠÍ USTANOVENÍ A ODLIŠNÁ USTANOVENÍ OD OBCHODNÍCH PODMÍNEK</w:t>
      </w:r>
    </w:p>
    <w:p w14:paraId="1428930C" w14:textId="3E3ABA3D" w:rsidR="00214C3E" w:rsidRPr="00BA17AE" w:rsidRDefault="00214C3E" w:rsidP="00081405">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85E81FC" w14:textId="3F78B539" w:rsidR="00214C3E" w:rsidRPr="008C104D" w:rsidRDefault="00214C3E" w:rsidP="008C104D">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 xml:space="preserve">jednat buď o výluku dodatečnou, která je blíže </w:t>
      </w:r>
      <w:r w:rsidR="00805BFF">
        <w:t>specifikovaná, včetně úhrady za </w:t>
      </w:r>
      <w:r w:rsidRPr="00464C92">
        <w:t>ni a s ní související, v odst. 3.1</w:t>
      </w:r>
      <w:r w:rsidRPr="000221A0">
        <w:t>5 a v odst.</w:t>
      </w:r>
      <w:r>
        <w:t xml:space="preserve"> </w:t>
      </w:r>
      <w:r w:rsidRPr="000221A0">
        <w:t>3.17 Obchodních podmínek, nebo o</w:t>
      </w:r>
      <w:r w:rsidR="00EF33B0">
        <w:t> </w:t>
      </w:r>
      <w:r w:rsidRPr="000221A0">
        <w:t xml:space="preserve">výluku překročenou, která je blíže specifikovaná, včetně úhrady za ni a s ní související, v odst. 3.16 a </w:t>
      </w:r>
      <w:r w:rsidRPr="008C104D">
        <w:t xml:space="preserve">v odst. 3.17 Obchodních podmínek.  </w:t>
      </w:r>
    </w:p>
    <w:p w14:paraId="3E302351" w14:textId="496B0BB7" w:rsidR="008C104D" w:rsidRPr="002032B6" w:rsidRDefault="009021F2" w:rsidP="009021F2">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bookmarkStart w:id="3" w:name="_GoBack"/>
      <w:bookmarkEnd w:id="3"/>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w:t>
      </w:r>
      <w:r w:rsidR="00EF33B0">
        <w:t> </w:t>
      </w:r>
      <w:r w:rsidR="00805BFF">
        <w:t>to</w:t>
      </w:r>
      <w:r w:rsidR="00EF33B0">
        <w:t> </w:t>
      </w:r>
      <w:r w:rsidR="00805BFF">
        <w:t>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lastRenderedPageBreak/>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w:t>
      </w:r>
      <w:r w:rsidR="00EF33B0">
        <w:t> </w:t>
      </w:r>
      <w:r>
        <w:t>ověřených kopií dokladů.</w:t>
      </w:r>
    </w:p>
    <w:p w14:paraId="436B59D4" w14:textId="77777777" w:rsidR="00214C3E" w:rsidRDefault="00214C3E" w:rsidP="00081405">
      <w:pPr>
        <w:pStyle w:val="Text1-1"/>
      </w:pPr>
      <w:r>
        <w:t>Bod 7.5.2 Obchodních podmínek se mění takto:</w:t>
      </w:r>
    </w:p>
    <w:p w14:paraId="0861F9DA" w14:textId="23D5D692" w:rsidR="00214C3E" w:rsidRDefault="00214C3E" w:rsidP="00081405">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EF33B0">
        <w:t> </w:t>
      </w:r>
      <w:r>
        <w:t>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V</w:t>
      </w:r>
      <w:r w:rsidR="00EF33B0">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Pr="008C104D" w:rsidRDefault="00214C3E" w:rsidP="00081405">
      <w:pPr>
        <w:pStyle w:val="Text1-1"/>
      </w:pPr>
      <w:r>
        <w:t xml:space="preserve">V bodě 7.5.3 Obchodních podmínek se lhůta </w:t>
      </w:r>
      <w:r w:rsidRPr="008C104D">
        <w:t>upravuje na pět (5) dní.</w:t>
      </w:r>
    </w:p>
    <w:p w14:paraId="4FF42719" w14:textId="3B90F290" w:rsidR="00214C3E" w:rsidRPr="008C104D" w:rsidRDefault="00214C3E" w:rsidP="008C104D">
      <w:pPr>
        <w:pStyle w:val="Text1-1"/>
      </w:pPr>
      <w:r w:rsidRPr="008C104D">
        <w:t>Ustanovení bodu 9.2 až 9.5 a bodu 9.7. Obchodních podmínek, stejně jako související ustanovení týkající se přejímacích zkoušek, se nepoužijí.</w:t>
      </w:r>
    </w:p>
    <w:p w14:paraId="648CCF02" w14:textId="77777777" w:rsidR="00214C3E" w:rsidRDefault="00214C3E" w:rsidP="00081405">
      <w:pPr>
        <w:pStyle w:val="Text1-1"/>
      </w:pPr>
      <w:r>
        <w:t>V bodě 11.3 Obchodních podmínek se lhůta upravuje na tři (3) dny.</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v digitální podobě do datové schránky s identifikátorem Uccchjm,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Pernera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2520E847" w:rsidR="000E4714" w:rsidRPr="00FB6115" w:rsidRDefault="000E4714" w:rsidP="00081405">
      <w:pPr>
        <w:pStyle w:val="Text1-1"/>
      </w:pPr>
      <w:r w:rsidRPr="000E4714">
        <w:t xml:space="preserve">V bodech 14.8 a 15.3 Obchodních podmínek se text „dle odst. 5.6 Smlouvy“ nahrazuje textem „dle odst. </w:t>
      </w:r>
      <w:r w:rsidR="00154D3E">
        <w:t>8</w:t>
      </w:r>
      <w:r w:rsidRPr="000E4714">
        <w:t>.8 Smlouvy“.</w:t>
      </w:r>
    </w:p>
    <w:p w14:paraId="6C2EEEA9" w14:textId="77777777" w:rsidR="00214C3E" w:rsidRDefault="00214C3E" w:rsidP="00081405">
      <w:pPr>
        <w:pStyle w:val="Text1-1"/>
      </w:pPr>
      <w:r>
        <w:lastRenderedPageBreak/>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31D5766D" w:rsidR="00FB6115" w:rsidRDefault="00FB6115" w:rsidP="00081405">
      <w:pPr>
        <w:pStyle w:val="Text1-1"/>
      </w:pPr>
      <w:r w:rsidRPr="00FB6115">
        <w:t xml:space="preserve">V bodě 20.21 Obchodních podmínek se text „dle odst. 5.6 Smlouvy“ nahrazuje textem „dle odst. </w:t>
      </w:r>
      <w:r w:rsidR="00154D3E">
        <w:t>8</w:t>
      </w:r>
      <w:r w:rsidRPr="00FB6115">
        <w:t>.</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18042092" w:rsidR="00073B97" w:rsidRDefault="00073B97" w:rsidP="00081405">
      <w:pPr>
        <w:pStyle w:val="Text1-1"/>
      </w:pPr>
      <w:r w:rsidRPr="00073B97">
        <w:t xml:space="preserve">V bodě 21.1.13 Obchodních podmínek se text „dle odst. 5.6 Smlouvy“ nahrazuje textem „dle odst. </w:t>
      </w:r>
      <w:r w:rsidR="00154D3E">
        <w:t>8</w:t>
      </w:r>
      <w:r w:rsidRPr="00073B97">
        <w:t>.</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448C0BD8" w:rsidR="00AE34C1" w:rsidRPr="00AE34C1" w:rsidRDefault="00AE34C1" w:rsidP="00081405">
      <w:pPr>
        <w:spacing w:after="120"/>
        <w:ind w:left="737"/>
        <w:jc w:val="both"/>
      </w:pPr>
      <w:r w:rsidRPr="00AE34C1">
        <w:t>Součet hodnot dle výše uvedeného písm.</w:t>
      </w:r>
      <w:r w:rsidR="008C7CD6">
        <w:t xml:space="preserve"> </w:t>
      </w:r>
      <w:r w:rsidRPr="00AE34C1">
        <w:t>a) a písm.</w:t>
      </w:r>
      <w:r w:rsidR="008C7CD6">
        <w:t xml:space="preserve"> </w:t>
      </w:r>
      <w:r w:rsidRPr="00AE34C1">
        <w:t>b) se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w:t>
      </w:r>
      <w:r>
        <w:lastRenderedPageBreak/>
        <w:t xml:space="preserve">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3ED67B71"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3CE8BD21"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t>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w:t>
      </w:r>
      <w:r>
        <w:lastRenderedPageBreak/>
        <w:t>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081405">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1B594191" w:rsidR="00530F7A" w:rsidRDefault="00530F7A" w:rsidP="00081405">
      <w:pPr>
        <w:pStyle w:val="Text1-1"/>
        <w:rPr>
          <w:rStyle w:val="Tun"/>
          <w:b w:val="0"/>
        </w:rPr>
      </w:pPr>
      <w:r>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Pr>
          <w:rStyle w:val="Tun"/>
        </w:rPr>
        <w:t xml:space="preserve"> </w:t>
      </w:r>
      <w:r w:rsidRPr="001008E2">
        <w:rPr>
          <w:rStyle w:val="Tun"/>
          <w:b w:val="0"/>
        </w:rPr>
        <w:t>znevýhodněných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r w:rsidR="001623B8" w:rsidRPr="001623B8">
        <w:rPr>
          <w:bCs/>
        </w:rPr>
        <w:t>Pro výpočet fondu pracovních úkolů se nezohledňují pracovní dny v kalendářním měsíci, po které:</w:t>
      </w:r>
    </w:p>
    <w:p w14:paraId="4872BDC1" w14:textId="77777777" w:rsidR="001623B8" w:rsidRPr="001623B8" w:rsidRDefault="001623B8" w:rsidP="00081405">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w:t>
      </w:r>
      <w:r>
        <w:rPr>
          <w:rStyle w:val="Tun"/>
          <w:b w:val="0"/>
        </w:rPr>
        <w:lastRenderedPageBreak/>
        <w:t xml:space="preserve">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CC9393C"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7CF5B9D" w14:textId="77777777" w:rsidR="00595AAC" w:rsidRDefault="00595AAC" w:rsidP="00595AAC">
      <w:pPr>
        <w:pStyle w:val="Nadpis1-1"/>
        <w:rPr>
          <w:lang w:eastAsia="cs-CZ"/>
        </w:rPr>
      </w:pPr>
      <w:r>
        <w:rPr>
          <w:lang w:eastAsia="cs-CZ"/>
        </w:rPr>
        <w:t>Střet zájmů, povinnosti Zhotovitele v souvislosti s konfliktem na Ukrajině</w:t>
      </w:r>
    </w:p>
    <w:p w14:paraId="35EA583C" w14:textId="77777777" w:rsidR="00595AAC" w:rsidRPr="0029677D" w:rsidRDefault="00595AAC" w:rsidP="00595AAC">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F8291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A47D507" w14:textId="77777777" w:rsidR="00595AAC" w:rsidRPr="0029677D" w:rsidRDefault="00595AAC" w:rsidP="00595AAC">
      <w:pPr>
        <w:pStyle w:val="Text1-1"/>
      </w:pPr>
      <w:r w:rsidRPr="0029677D">
        <w:t>Zhotovitel prohlašuje, že on, ani žádný z jeho poddodavatelů nebo jiných osob, jejichž způsobilost byla využita ve smyslu evropských směrnic o zadávání veřejných zakázek, nejsou osobami:</w:t>
      </w:r>
    </w:p>
    <w:p w14:paraId="30C46894" w14:textId="77777777" w:rsidR="00595AAC" w:rsidRPr="0029677D" w:rsidRDefault="00595AAC" w:rsidP="00595AAC">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9ECB321" w14:textId="77777777" w:rsidR="00595AAC" w:rsidRPr="0029677D" w:rsidRDefault="00595AAC" w:rsidP="00595AAC">
      <w:pPr>
        <w:pStyle w:val="Text1-2"/>
      </w:pPr>
      <w:r w:rsidRPr="0029677D">
        <w:t xml:space="preserve">dle článku 2 nařízení Rady (EU) č. 269/2014 ze dne 17. března 2014, o omezujících opatřeních vzhledem k činnostem narušujícím nebo ohrožujícím územní celistvost, svrchovanost a nezávislost Ukrajiny, ve znění pozdějších </w:t>
      </w:r>
      <w:r w:rsidRPr="0029677D">
        <w:lastRenderedPageBreak/>
        <w:t>předpisů, a dalších prováděcích předpisů k tomuto nařízení Rady (EU) č. 269/2014 (dále jen „</w:t>
      </w:r>
      <w:r w:rsidRPr="00F82917">
        <w:rPr>
          <w:b/>
        </w:rPr>
        <w:t>Sankční seznamy“</w:t>
      </w:r>
      <w:r w:rsidRPr="0029677D">
        <w:t>).</w:t>
      </w:r>
    </w:p>
    <w:p w14:paraId="08A0F021" w14:textId="77777777" w:rsidR="00595AAC" w:rsidRPr="0029677D" w:rsidRDefault="00595AAC" w:rsidP="00595AA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128CE46" w14:textId="77777777" w:rsidR="00595AAC" w:rsidRPr="0029677D" w:rsidRDefault="00595AAC" w:rsidP="00595AA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57E1452" w14:textId="77777777" w:rsidR="00595AAC" w:rsidRPr="0029677D" w:rsidRDefault="00595AAC" w:rsidP="00595AA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0DE4CCE" w14:textId="77777777" w:rsidR="00595AAC" w:rsidRPr="0029677D" w:rsidRDefault="00595AAC" w:rsidP="00595AA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354B76" w14:textId="77777777" w:rsidR="00595AAC" w:rsidRPr="0029677D" w:rsidRDefault="00595AAC" w:rsidP="00595AA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EA59DB8" w14:textId="3CDA50A8" w:rsidR="00595AAC" w:rsidRDefault="00595AAC" w:rsidP="00595AAC">
      <w:pPr>
        <w:pStyle w:val="Nadpis1-1"/>
        <w:numPr>
          <w:ilvl w:val="0"/>
          <w:numId w:val="0"/>
        </w:numPr>
        <w:ind w:left="737"/>
      </w:pP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081405">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04B8C9CC" w:rsidR="00214C3E" w:rsidRPr="00F97DBD" w:rsidRDefault="00214C3E" w:rsidP="00081405">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ustanoveními zákona dle ust. § 558 odst. 2 občanského zákoníku.</w:t>
      </w:r>
    </w:p>
    <w:p w14:paraId="2C6B8B68" w14:textId="0E4EE85C" w:rsidR="00214C3E" w:rsidRPr="00F97DBD" w:rsidRDefault="00214C3E" w:rsidP="00081405">
      <w:pPr>
        <w:pStyle w:val="Text1-1"/>
      </w:pPr>
      <w:r w:rsidRPr="00F97DBD">
        <w:t xml:space="preserve">Smluvní strany se dohodly, že možnost zhojení nedostatku písemné formy právního jednání se vylučuje, a že neplatnost právního jednání, pro nějž si smluvní strany sjednaly </w:t>
      </w:r>
      <w:r w:rsidRPr="00F97DBD">
        <w:lastRenderedPageBreak/>
        <w:t>písemnou formu, lze namítnout kdykoliv. Tzn., že mezi smluvními stranami neplatí ust.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ust. § 1740 odst. 3 občanského zákoníku 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w:t>
      </w:r>
      <w:r w:rsidR="00EF33B0">
        <w:t> </w:t>
      </w:r>
      <w:r w:rsidRPr="00073B97">
        <w:t>stran není oprávněna převést jakákoliv práva či povinnosti nebo jejich část na třetí osobu bez předchozího písemného souhlasu druhé smluvní strany, není-li jinde ve</w:t>
      </w:r>
      <w:r w:rsidR="00EF33B0">
        <w:t> </w:t>
      </w:r>
      <w:r w:rsidRPr="00073B97">
        <w:t>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BFDFC2E" w14:textId="08BBB331" w:rsidR="00C7481D" w:rsidRPr="00516813" w:rsidRDefault="00C7481D" w:rsidP="008C104D">
      <w:pPr>
        <w:pStyle w:val="Text1-1"/>
      </w:pPr>
      <w:r w:rsidRPr="00516813">
        <w:lastRenderedPageBreak/>
        <w:t>Jestliže smluvní strana označí za své obchodní tajemství část obsahu smlouvy, která v</w:t>
      </w:r>
      <w:r w:rsidR="00EF33B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EF33B0">
        <w:t> </w:t>
      </w:r>
      <w:r w:rsidRPr="00516813">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081405">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081405">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23DE320B" w:rsidR="00214C3E" w:rsidRPr="00F97DBD" w:rsidRDefault="00214C3E" w:rsidP="001C2FA0">
            <w:pPr>
              <w:pStyle w:val="Textbezslovn"/>
              <w:jc w:val="left"/>
            </w:pPr>
            <w:r w:rsidRPr="00F97DBD">
              <w:t xml:space="preserve">c) Zvláštní </w:t>
            </w:r>
            <w:r w:rsidRPr="008C104D">
              <w:t xml:space="preserve">technické podmínky </w:t>
            </w:r>
            <w:r w:rsidR="00C72129" w:rsidRPr="008C104D">
              <w:t xml:space="preserve">ze dne </w:t>
            </w:r>
            <w:r w:rsidR="008C104D" w:rsidRPr="008C104D">
              <w:t xml:space="preserve">2. </w:t>
            </w:r>
            <w:r w:rsidR="001C2FA0">
              <w:t>11</w:t>
            </w:r>
            <w:r w:rsidR="008C104D" w:rsidRPr="008C104D">
              <w:t>. 2022</w:t>
            </w:r>
            <w:r w:rsidR="00C72129" w:rsidRPr="008C104D">
              <w:t xml:space="preserve"> </w:t>
            </w:r>
            <w:r w:rsidRPr="008C104D">
              <w:t>včetně příloh</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1"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9021F2"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09985951" w14:textId="7A4ED073"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081405">
            <w:pPr>
              <w:pStyle w:val="Textbezodsazen"/>
            </w:pPr>
          </w:p>
        </w:tc>
        <w:tc>
          <w:tcPr>
            <w:tcW w:w="1985" w:type="dxa"/>
            <w:shd w:val="clear" w:color="auto" w:fill="auto"/>
          </w:tcPr>
          <w:p w14:paraId="42DDC178"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lastRenderedPageBreak/>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lastRenderedPageBreak/>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lastRenderedPageBreak/>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15873CE" w14:textId="77777777" w:rsidR="007E56AB" w:rsidRDefault="007E56AB" w:rsidP="00081405">
      <w:pPr>
        <w:pStyle w:val="Textbezodsazen"/>
        <w:rPr>
          <w:rFonts w:ascii="Verdana" w:hAnsi="Verdana" w:cstheme="minorHAnsi"/>
          <w:highlight w:val="yellow"/>
        </w:rPr>
      </w:pPr>
    </w:p>
    <w:p w14:paraId="229C8BB7" w14:textId="77777777" w:rsidR="007E56AB" w:rsidRDefault="007E56AB" w:rsidP="00081405">
      <w:pPr>
        <w:pStyle w:val="Textbezodsazen"/>
        <w:rPr>
          <w:rFonts w:ascii="Verdana" w:hAnsi="Verdana" w:cstheme="minorHAnsi"/>
          <w:highlight w:val="yellow"/>
        </w:rPr>
      </w:pPr>
    </w:p>
    <w:p w14:paraId="0CB3E364" w14:textId="78FD25B5" w:rsidR="00FC033A" w:rsidRDefault="007E56AB" w:rsidP="00081405">
      <w:pPr>
        <w:pStyle w:val="Textbezodsazen"/>
      </w:pPr>
      <w:r w:rsidRPr="00650D83">
        <w:rPr>
          <w:rFonts w:ascii="Verdana" w:hAnsi="Verdana" w:cstheme="minorHAnsi"/>
          <w:highlight w:val="yellow"/>
        </w:rPr>
        <w:t>Tato Smlouva byla uveřejněna prostřednictvím registru smluv dne …………………</w:t>
      </w:r>
    </w:p>
    <w:p w14:paraId="1E74C414" w14:textId="6E4F5D97" w:rsidR="009678B5" w:rsidRDefault="009678B5" w:rsidP="00081405">
      <w:pPr>
        <w:pStyle w:val="Textbezodsazen"/>
      </w:pPr>
    </w:p>
    <w:p w14:paraId="75C66629" w14:textId="77777777" w:rsidR="007E56AB" w:rsidRDefault="007E56AB" w:rsidP="00081405">
      <w:pPr>
        <w:pStyle w:val="Textbezodsazen"/>
        <w:sectPr w:rsidR="007E56AB"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lastRenderedPageBreak/>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Smluvní strany podpisem této Smlouvy stvrzují, že jsou s obsahem Obchodních podmínek plně seznámeny, a že v souladu s ust.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FD4429">
          <w:headerReference w:type="default" r:id="rId17"/>
          <w:footerReference w:type="default" r:id="rId18"/>
          <w:pgSz w:w="11906" w:h="16838" w:code="9"/>
          <w:pgMar w:top="1049" w:right="1134" w:bottom="1474" w:left="1418" w:header="595" w:footer="627" w:gutter="652"/>
          <w:pgNumType w:start="1"/>
          <w:cols w:space="708"/>
          <w:docGrid w:linePitch="360"/>
        </w:sectPr>
      </w:pPr>
    </w:p>
    <w:p w14:paraId="19206ED1" w14:textId="77777777" w:rsidR="00E463D2" w:rsidRPr="00F97DBD" w:rsidRDefault="00E463D2" w:rsidP="00081405">
      <w:pPr>
        <w:pStyle w:val="Nadpisbezsl1-1"/>
        <w:jc w:val="both"/>
      </w:pPr>
      <w:r w:rsidRPr="00F97DBD">
        <w:lastRenderedPageBreak/>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ust.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Smluvní strany podpisem této Smlouvy stvrzují, že jsou s obsahem Všeobecných technických podmínek plně seznámeny, a že v souladu s ust. § 1751 občanského zákoníku Všeobecné technické podmínky tvoří část obsahu Smlouvy.</w:t>
      </w:r>
    </w:p>
    <w:p w14:paraId="1108794F" w14:textId="383EC4C7" w:rsidR="00940F66" w:rsidRDefault="00940F66" w:rsidP="00081405">
      <w:pPr>
        <w:pStyle w:val="Odstavec1-1a"/>
        <w:numPr>
          <w:ilvl w:val="0"/>
          <w:numId w:val="16"/>
        </w:numPr>
        <w:rPr>
          <w:b/>
        </w:rPr>
      </w:pPr>
      <w:r>
        <w:rPr>
          <w:b/>
        </w:rPr>
        <w:t>Zvláštní technické podmínky ze dne</w:t>
      </w:r>
      <w:r w:rsidR="00236CEB">
        <w:rPr>
          <w:b/>
        </w:rPr>
        <w:t xml:space="preserve"> </w:t>
      </w:r>
      <w:r w:rsidR="000E309A">
        <w:rPr>
          <w:b/>
        </w:rPr>
        <w:t>2</w:t>
      </w:r>
      <w:r w:rsidR="008C104D">
        <w:rPr>
          <w:b/>
        </w:rPr>
        <w:t xml:space="preserve">. </w:t>
      </w:r>
      <w:r w:rsidR="001C2FA0">
        <w:rPr>
          <w:b/>
        </w:rPr>
        <w:t>11</w:t>
      </w:r>
      <w:r w:rsidR="008C104D">
        <w:rPr>
          <w:b/>
        </w:rPr>
        <w:t xml:space="preserve">. </w:t>
      </w:r>
      <w:r w:rsidR="008C104D" w:rsidRPr="008C104D">
        <w:rPr>
          <w:b/>
        </w:rPr>
        <w:t>2022</w:t>
      </w:r>
      <w:r w:rsidR="00AF2182" w:rsidRPr="008C104D">
        <w:rPr>
          <w:rFonts w:cs="Arial"/>
          <w:lang w:eastAsia="ja-JP"/>
        </w:rPr>
        <w:t xml:space="preserve"> </w:t>
      </w:r>
      <w:r w:rsidR="00AF2182" w:rsidRPr="008C104D">
        <w:rPr>
          <w:rFonts w:cs="Arial"/>
          <w:b/>
          <w:lang w:eastAsia="ja-JP"/>
        </w:rPr>
        <w:t>včetně příloh</w:t>
      </w:r>
    </w:p>
    <w:p w14:paraId="0D227D88" w14:textId="77777777" w:rsidR="00940F66" w:rsidRPr="00723836" w:rsidRDefault="00940F66" w:rsidP="00081405">
      <w:pPr>
        <w:pStyle w:val="Odstavec1-1a"/>
        <w:numPr>
          <w:ilvl w:val="0"/>
          <w:numId w:val="0"/>
        </w:numPr>
        <w:tabs>
          <w:tab w:val="left" w:pos="708"/>
        </w:tabs>
        <w:ind w:left="1077"/>
        <w:rPr>
          <w:rFonts w:cs="Arial"/>
          <w:lang w:eastAsia="ja-JP"/>
        </w:rPr>
      </w:pPr>
      <w:r w:rsidRPr="00723836">
        <w:rPr>
          <w:rFonts w:cs="Arial"/>
          <w:highlight w:val="green"/>
          <w:lang w:eastAsia="ja-JP"/>
        </w:rPr>
        <w:t>[VLOŽÍ OBJEDNATEL]</w:t>
      </w:r>
    </w:p>
    <w:p w14:paraId="7F3675DC" w14:textId="77777777" w:rsidR="006C0BB6" w:rsidRDefault="00E463D2" w:rsidP="00081405">
      <w:pPr>
        <w:pStyle w:val="Nadpisbezsl1-1"/>
        <w:jc w:val="both"/>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081405">
      <w:pPr>
        <w:pStyle w:val="Nadpisbezsl1-1"/>
        <w:jc w:val="both"/>
      </w:pPr>
      <w:r w:rsidRPr="00F97DBD">
        <w:lastRenderedPageBreak/>
        <w:t>Příloha č. 3</w:t>
      </w:r>
    </w:p>
    <w:p w14:paraId="5CF99B30" w14:textId="003A0F04" w:rsidR="00E463D2" w:rsidRDefault="00E463D2" w:rsidP="00081405">
      <w:pPr>
        <w:pStyle w:val="Nadpisbezsl1-2"/>
        <w:jc w:val="both"/>
      </w:pPr>
      <w:r w:rsidRPr="00F97DBD">
        <w:t>Související dokumenty</w:t>
      </w:r>
    </w:p>
    <w:p w14:paraId="4E5EB284" w14:textId="5281EAB6" w:rsidR="00F452C2" w:rsidRPr="00F452C2" w:rsidRDefault="00F452C2" w:rsidP="00081405">
      <w:pPr>
        <w:pStyle w:val="Nadpisbezsl1-2"/>
        <w:jc w:val="both"/>
        <w:rPr>
          <w:b w:val="0"/>
          <w:sz w:val="18"/>
          <w:szCs w:val="18"/>
        </w:rPr>
      </w:pPr>
      <w:r w:rsidRPr="00F452C2">
        <w:rPr>
          <w:b w:val="0"/>
          <w:sz w:val="18"/>
          <w:szCs w:val="18"/>
        </w:rPr>
        <w:t>Technická zpráva</w:t>
      </w:r>
    </w:p>
    <w:p w14:paraId="5D161DC2" w14:textId="2914C867" w:rsidR="00F452C2" w:rsidRPr="00F452C2" w:rsidRDefault="00F452C2" w:rsidP="00F452C2">
      <w:pPr>
        <w:pStyle w:val="Nadpisbezsl1-2"/>
        <w:jc w:val="both"/>
        <w:rPr>
          <w:b w:val="0"/>
          <w:sz w:val="18"/>
          <w:szCs w:val="18"/>
        </w:rPr>
      </w:pPr>
      <w:r w:rsidRPr="00F452C2">
        <w:rPr>
          <w:b w:val="0"/>
          <w:sz w:val="18"/>
          <w:szCs w:val="18"/>
        </w:rPr>
        <w:t xml:space="preserve">Součástí smlouvy je Technická </w:t>
      </w:r>
      <w:r>
        <w:rPr>
          <w:b w:val="0"/>
          <w:sz w:val="18"/>
          <w:szCs w:val="18"/>
        </w:rPr>
        <w:t>zpráva</w:t>
      </w:r>
      <w:r w:rsidRPr="00F452C2">
        <w:rPr>
          <w:b w:val="0"/>
          <w:sz w:val="18"/>
          <w:szCs w:val="18"/>
        </w:rPr>
        <w:t>, která byla uveřejněna na profilu zadavatele jako součást zadávací dokumentace</w:t>
      </w:r>
    </w:p>
    <w:p w14:paraId="221DF875" w14:textId="1CE7C311" w:rsidR="006C0BB6" w:rsidRDefault="006C0BB6" w:rsidP="00F452C2">
      <w:pPr>
        <w:pStyle w:val="Odrka1-1"/>
        <w:numPr>
          <w:ilvl w:val="0"/>
          <w:numId w:val="0"/>
        </w:numPr>
        <w:ind w:left="1077" w:hanging="340"/>
        <w:rPr>
          <w:highlight w:val="green"/>
        </w:rPr>
        <w:sectPr w:rsidR="006C0BB6" w:rsidSect="004D09FB">
          <w:pgSz w:w="11906" w:h="16838" w:code="9"/>
          <w:pgMar w:top="1049" w:right="1134" w:bottom="1474" w:left="1418" w:header="595" w:footer="624" w:gutter="652"/>
          <w:pgNumType w:start="1"/>
          <w:cols w:space="708"/>
          <w:docGrid w:linePitch="360"/>
        </w:sectPr>
      </w:pPr>
    </w:p>
    <w:p w14:paraId="72D15AF2" w14:textId="77777777" w:rsidR="00E463D2" w:rsidRPr="00F97DBD" w:rsidRDefault="00E463D2" w:rsidP="00081405">
      <w:pPr>
        <w:pStyle w:val="Nadpisbezsl1-1"/>
        <w:jc w:val="both"/>
      </w:pPr>
      <w:r w:rsidRPr="00F97DBD">
        <w:lastRenderedPageBreak/>
        <w:t>Příloha č. 4</w:t>
      </w:r>
    </w:p>
    <w:p w14:paraId="649AE9D4" w14:textId="73654D51" w:rsidR="00E463D2" w:rsidRPr="00F97DBD" w:rsidRDefault="004E19AA" w:rsidP="00081405">
      <w:pPr>
        <w:pStyle w:val="Nadpisbezsl1-2"/>
        <w:jc w:val="both"/>
      </w:pPr>
      <w:r>
        <w:t>R</w:t>
      </w:r>
      <w:r w:rsidR="00A61903">
        <w:t>ozpis</w:t>
      </w:r>
      <w:r>
        <w:t xml:space="preserve"> </w:t>
      </w:r>
      <w:r w:rsidR="00E463D2" w:rsidRPr="00F97DBD">
        <w:t>Ceny Díla</w:t>
      </w:r>
    </w:p>
    <w:p w14:paraId="51BEE373" w14:textId="77777777" w:rsidR="00485A7E" w:rsidRPr="00485A7E" w:rsidRDefault="00485A7E" w:rsidP="00081405">
      <w:pPr>
        <w:tabs>
          <w:tab w:val="num" w:pos="1077"/>
        </w:tabs>
        <w:spacing w:after="120"/>
        <w:ind w:left="737" w:hanging="340"/>
        <w:contextualSpacing/>
        <w:jc w:val="both"/>
      </w:pPr>
    </w:p>
    <w:p w14:paraId="6D552C3B" w14:textId="1EDFCC38" w:rsidR="00435254" w:rsidRDefault="00435254" w:rsidP="00435254">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4F0C9DE4" w14:textId="778EC519" w:rsidR="00893D76" w:rsidRDefault="00893D76" w:rsidP="00081405">
      <w:pPr>
        <w:tabs>
          <w:tab w:val="num" w:pos="1077"/>
        </w:tabs>
        <w:spacing w:after="120"/>
        <w:ind w:left="737" w:hanging="340"/>
        <w:contextualSpacing/>
        <w:jc w:val="both"/>
      </w:pPr>
    </w:p>
    <w:p w14:paraId="32121B75" w14:textId="77777777" w:rsidR="00893D76" w:rsidRPr="003A5A35" w:rsidRDefault="00893D76" w:rsidP="00081405">
      <w:pPr>
        <w:pStyle w:val="Textbezslovn"/>
        <w:rPr>
          <w:highlight w:val="yellow"/>
        </w:rPr>
      </w:pPr>
      <w:r w:rsidRPr="003A5A35">
        <w:rPr>
          <w:highlight w:val="yellow"/>
        </w:rPr>
        <w:t>[VLOŽÍ ZHOTOVITEL]</w:t>
      </w:r>
    </w:p>
    <w:p w14:paraId="7BB412FE" w14:textId="77777777" w:rsidR="00893D76" w:rsidRPr="00485A7E" w:rsidRDefault="00893D76" w:rsidP="00081405">
      <w:pPr>
        <w:tabs>
          <w:tab w:val="num" w:pos="1077"/>
        </w:tabs>
        <w:spacing w:after="120"/>
        <w:ind w:left="737" w:hanging="340"/>
        <w:contextualSpacing/>
        <w:jc w:val="both"/>
      </w:pPr>
    </w:p>
    <w:p w14:paraId="4649A304" w14:textId="77777777" w:rsidR="00893D76" w:rsidRPr="00485A7E" w:rsidRDefault="00893D76" w:rsidP="00081405">
      <w:pPr>
        <w:spacing w:after="0"/>
        <w:jc w:val="both"/>
        <w:rPr>
          <w:b/>
          <w:bCs/>
          <w:sz w:val="20"/>
          <w:szCs w:val="20"/>
          <w:highlight w:val="green"/>
        </w:rPr>
      </w:pPr>
    </w:p>
    <w:p w14:paraId="5527C350" w14:textId="62749064" w:rsidR="006921B1" w:rsidRDefault="006921B1" w:rsidP="00081405">
      <w:pPr>
        <w:pStyle w:val="Textbezslovn"/>
      </w:pPr>
    </w:p>
    <w:p w14:paraId="5A4484C4" w14:textId="11A63609" w:rsidR="006C0BB6" w:rsidRPr="006921B1" w:rsidRDefault="006921B1" w:rsidP="00081405">
      <w:pPr>
        <w:tabs>
          <w:tab w:val="left" w:pos="795"/>
        </w:tabs>
        <w:jc w:val="both"/>
        <w:sectPr w:rsidR="006C0BB6" w:rsidRPr="006921B1" w:rsidSect="00FD4429">
          <w:footerReference w:type="first" r:id="rId20"/>
          <w:pgSz w:w="11906" w:h="16838" w:code="9"/>
          <w:pgMar w:top="1049" w:right="1134" w:bottom="1474" w:left="1418" w:header="595" w:footer="612" w:gutter="652"/>
          <w:pgNumType w:start="1"/>
          <w:cols w:space="708"/>
          <w:docGrid w:linePitch="360"/>
        </w:sectPr>
      </w:pPr>
      <w:r>
        <w:tab/>
      </w:r>
    </w:p>
    <w:p w14:paraId="0BC346F2" w14:textId="77777777" w:rsidR="00ED29F1" w:rsidRDefault="00ED29F1" w:rsidP="00081405">
      <w:pPr>
        <w:pStyle w:val="Nadpisbezsl1-1"/>
        <w:jc w:val="both"/>
      </w:pPr>
      <w:r>
        <w:lastRenderedPageBreak/>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55C3B151" w14:textId="77777777" w:rsidR="00ED29F1" w:rsidRDefault="00ED29F1" w:rsidP="00081405">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081405">
      <w:pPr>
        <w:pStyle w:val="Nadpisbezsl1-1"/>
        <w:jc w:val="both"/>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081405">
      <w:pPr>
        <w:pStyle w:val="Nadpisbezsl1-1"/>
        <w:jc w:val="both"/>
      </w:pPr>
      <w:r>
        <w:lastRenderedPageBreak/>
        <w:t>Příloha č. 6</w:t>
      </w:r>
    </w:p>
    <w:p w14:paraId="03E24367" w14:textId="77777777" w:rsidR="00502690" w:rsidRPr="00B26902" w:rsidRDefault="00502690" w:rsidP="00081405">
      <w:pPr>
        <w:pStyle w:val="Nadpisbezsl1-2"/>
        <w:jc w:val="both"/>
      </w:pPr>
      <w:r>
        <w:t>Oprávněné osoby</w:t>
      </w:r>
    </w:p>
    <w:p w14:paraId="1A408476" w14:textId="4204A1D1" w:rsidR="00502690" w:rsidRDefault="00502690" w:rsidP="00081405">
      <w:pPr>
        <w:pStyle w:val="Textbezodsazen"/>
      </w:pP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081405">
      <w:pPr>
        <w:pStyle w:val="Textbezodsazen"/>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081405">
      <w:pPr>
        <w:pStyle w:val="Textbezodsazen"/>
      </w:pPr>
    </w:p>
    <w:p w14:paraId="71BFE6B6" w14:textId="77777777" w:rsidR="00ED29F1" w:rsidRPr="00FF5B9B" w:rsidRDefault="00ED29F1" w:rsidP="00081405">
      <w:pPr>
        <w:pStyle w:val="Nadpistabulky"/>
        <w:jc w:val="both"/>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81405">
            <w:pPr>
              <w:pStyle w:val="Tabulka"/>
              <w:rPr>
                <w:rStyle w:val="Nadpisvtabulce"/>
              </w:rPr>
            </w:pPr>
            <w:r w:rsidRPr="008D59AA">
              <w:rPr>
                <w:rStyle w:val="Nadpisvtabulce"/>
              </w:rPr>
              <w:t>Jméno a příjmení</w:t>
            </w:r>
          </w:p>
        </w:tc>
        <w:tc>
          <w:tcPr>
            <w:tcW w:w="5812" w:type="dxa"/>
          </w:tcPr>
          <w:p w14:paraId="08984B20" w14:textId="5E4086E5" w:rsidR="00ED29F1" w:rsidRPr="00F609A6" w:rsidRDefault="008C104D"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Jaroslav Janda</w:t>
            </w:r>
          </w:p>
        </w:tc>
      </w:tr>
      <w:tr w:rsidR="008C104D"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8C104D" w:rsidRPr="00165A92" w:rsidRDefault="008C104D" w:rsidP="008C104D">
            <w:pPr>
              <w:pStyle w:val="Tabulka"/>
            </w:pPr>
            <w:r w:rsidRPr="00165A92">
              <w:t>Adresa</w:t>
            </w:r>
          </w:p>
        </w:tc>
        <w:tc>
          <w:tcPr>
            <w:tcW w:w="5812" w:type="dxa"/>
          </w:tcPr>
          <w:p w14:paraId="6BFE6435" w14:textId="00EDC810" w:rsidR="008C104D" w:rsidRPr="00566D66" w:rsidRDefault="008C104D" w:rsidP="008C104D">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A0053F"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0053F" w:rsidRPr="00165A92" w:rsidRDefault="00A0053F" w:rsidP="00081405">
            <w:pPr>
              <w:pStyle w:val="Tabulka"/>
            </w:pPr>
            <w:r w:rsidRPr="00165A92">
              <w:t>E-mail</w:t>
            </w:r>
          </w:p>
        </w:tc>
        <w:tc>
          <w:tcPr>
            <w:tcW w:w="5812" w:type="dxa"/>
          </w:tcPr>
          <w:p w14:paraId="146A2829" w14:textId="5223C81D" w:rsidR="00A0053F" w:rsidRPr="00566D66" w:rsidRDefault="008C104D"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JandaJ@spravazeleznic.cz</w:t>
            </w:r>
          </w:p>
        </w:tc>
      </w:tr>
      <w:tr w:rsidR="00A0053F"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0053F" w:rsidRPr="00165A92" w:rsidRDefault="00A0053F" w:rsidP="00081405">
            <w:pPr>
              <w:pStyle w:val="Tabulka"/>
            </w:pPr>
            <w:r w:rsidRPr="00165A92">
              <w:t>Telefon</w:t>
            </w:r>
          </w:p>
        </w:tc>
        <w:tc>
          <w:tcPr>
            <w:tcW w:w="5812" w:type="dxa"/>
          </w:tcPr>
          <w:p w14:paraId="6384B53E" w14:textId="61A530F6" w:rsidR="00A0053F" w:rsidRPr="00566D66" w:rsidRDefault="008C104D"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728 466 488</w:t>
            </w:r>
          </w:p>
        </w:tc>
      </w:tr>
    </w:tbl>
    <w:p w14:paraId="63DAEC3F" w14:textId="4907896C" w:rsidR="00ED29F1" w:rsidRDefault="00ED29F1" w:rsidP="00081405">
      <w:pPr>
        <w:pStyle w:val="Textbezodsazen"/>
      </w:pPr>
    </w:p>
    <w:p w14:paraId="1ED20293" w14:textId="1A167C39" w:rsidR="00B52175" w:rsidRPr="00FF5B9B" w:rsidRDefault="00B52175" w:rsidP="00B52175">
      <w:pPr>
        <w:pStyle w:val="Nadpistabulky"/>
        <w:jc w:val="both"/>
        <w:rPr>
          <w:rFonts w:asciiTheme="minorHAnsi" w:hAnsiTheme="minorHAnsi"/>
          <w:sz w:val="18"/>
          <w:szCs w:val="18"/>
        </w:rPr>
      </w:pPr>
      <w:r w:rsidRPr="00FF5B9B">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ayout w:type="fixed"/>
        <w:tblLook w:val="04A0" w:firstRow="1" w:lastRow="0" w:firstColumn="1" w:lastColumn="0" w:noHBand="0" w:noVBand="1"/>
      </w:tblPr>
      <w:tblGrid>
        <w:gridCol w:w="3056"/>
        <w:gridCol w:w="5812"/>
      </w:tblGrid>
      <w:tr w:rsidR="00B52175" w:rsidRPr="00165A92" w14:paraId="3973AD61" w14:textId="77777777" w:rsidTr="002066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B972ED" w14:textId="77777777" w:rsidR="00B52175" w:rsidRPr="008D59AA" w:rsidRDefault="00B52175" w:rsidP="00206686">
            <w:pPr>
              <w:pStyle w:val="Tabulka"/>
              <w:rPr>
                <w:rStyle w:val="Nadpisvtabulce"/>
              </w:rPr>
            </w:pPr>
            <w:r w:rsidRPr="008D59AA">
              <w:rPr>
                <w:rStyle w:val="Nadpisvtabulce"/>
              </w:rPr>
              <w:t>Jméno a příjmení</w:t>
            </w:r>
          </w:p>
        </w:tc>
        <w:tc>
          <w:tcPr>
            <w:tcW w:w="5812" w:type="dxa"/>
          </w:tcPr>
          <w:p w14:paraId="5A7AF0C5" w14:textId="5613592C" w:rsidR="00B52175" w:rsidRPr="00F609A6" w:rsidRDefault="00B52175" w:rsidP="00206686">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Robert Bayer, Dis.</w:t>
            </w:r>
          </w:p>
        </w:tc>
      </w:tr>
      <w:tr w:rsidR="00B52175" w:rsidRPr="00165A92" w14:paraId="776D99BC" w14:textId="77777777" w:rsidTr="00206686">
        <w:tc>
          <w:tcPr>
            <w:cnfStyle w:val="001000000000" w:firstRow="0" w:lastRow="0" w:firstColumn="1" w:lastColumn="0" w:oddVBand="0" w:evenVBand="0" w:oddHBand="0" w:evenHBand="0" w:firstRowFirstColumn="0" w:firstRowLastColumn="0" w:lastRowFirstColumn="0" w:lastRowLastColumn="0"/>
            <w:tcW w:w="3056" w:type="dxa"/>
          </w:tcPr>
          <w:p w14:paraId="25CF26BA" w14:textId="77777777" w:rsidR="00B52175" w:rsidRPr="00165A92" w:rsidRDefault="00B52175" w:rsidP="00206686">
            <w:pPr>
              <w:pStyle w:val="Tabulka"/>
            </w:pPr>
            <w:r w:rsidRPr="00165A92">
              <w:t>Adresa</w:t>
            </w:r>
          </w:p>
        </w:tc>
        <w:tc>
          <w:tcPr>
            <w:tcW w:w="5812" w:type="dxa"/>
          </w:tcPr>
          <w:p w14:paraId="170D61CC" w14:textId="77777777" w:rsidR="00B52175" w:rsidRPr="00566D66" w:rsidRDefault="00B52175" w:rsidP="00206686">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B52175" w:rsidRPr="00165A92" w14:paraId="5E17A70E" w14:textId="77777777" w:rsidTr="00206686">
        <w:tc>
          <w:tcPr>
            <w:cnfStyle w:val="001000000000" w:firstRow="0" w:lastRow="0" w:firstColumn="1" w:lastColumn="0" w:oddVBand="0" w:evenVBand="0" w:oddHBand="0" w:evenHBand="0" w:firstRowFirstColumn="0" w:firstRowLastColumn="0" w:lastRowFirstColumn="0" w:lastRowLastColumn="0"/>
            <w:tcW w:w="3056" w:type="dxa"/>
          </w:tcPr>
          <w:p w14:paraId="42AFBE34" w14:textId="77777777" w:rsidR="00B52175" w:rsidRPr="00165A92" w:rsidRDefault="00B52175" w:rsidP="00206686">
            <w:pPr>
              <w:pStyle w:val="Tabulka"/>
            </w:pPr>
            <w:r w:rsidRPr="00165A92">
              <w:t>E-mail</w:t>
            </w:r>
          </w:p>
        </w:tc>
        <w:tc>
          <w:tcPr>
            <w:tcW w:w="5812" w:type="dxa"/>
          </w:tcPr>
          <w:p w14:paraId="6B20A2EF" w14:textId="2B768054" w:rsidR="00B52175" w:rsidRPr="00566D66" w:rsidRDefault="00B52175" w:rsidP="00B5217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Bayer@spravazeleznic.cz</w:t>
            </w:r>
          </w:p>
        </w:tc>
      </w:tr>
      <w:tr w:rsidR="00B52175" w:rsidRPr="00165A92" w14:paraId="22C643C6" w14:textId="77777777" w:rsidTr="00206686">
        <w:tc>
          <w:tcPr>
            <w:cnfStyle w:val="001000000000" w:firstRow="0" w:lastRow="0" w:firstColumn="1" w:lastColumn="0" w:oddVBand="0" w:evenVBand="0" w:oddHBand="0" w:evenHBand="0" w:firstRowFirstColumn="0" w:firstRowLastColumn="0" w:lastRowFirstColumn="0" w:lastRowLastColumn="0"/>
            <w:tcW w:w="3056" w:type="dxa"/>
          </w:tcPr>
          <w:p w14:paraId="4C70A438" w14:textId="77777777" w:rsidR="00B52175" w:rsidRPr="00165A92" w:rsidRDefault="00B52175" w:rsidP="00206686">
            <w:pPr>
              <w:pStyle w:val="Tabulka"/>
            </w:pPr>
            <w:r w:rsidRPr="00165A92">
              <w:t>Telefon</w:t>
            </w:r>
          </w:p>
        </w:tc>
        <w:tc>
          <w:tcPr>
            <w:tcW w:w="5812" w:type="dxa"/>
          </w:tcPr>
          <w:p w14:paraId="1858D3E9" w14:textId="513E6CEF" w:rsidR="00B52175" w:rsidRPr="00566D66" w:rsidRDefault="00B52175" w:rsidP="00206686">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724 259 127</w:t>
            </w:r>
          </w:p>
        </w:tc>
      </w:tr>
    </w:tbl>
    <w:p w14:paraId="412FBD71" w14:textId="77777777" w:rsidR="00B52175" w:rsidRPr="00165A92" w:rsidRDefault="00B52175" w:rsidP="00081405">
      <w:pPr>
        <w:pStyle w:val="Textbezodsazen"/>
      </w:pPr>
    </w:p>
    <w:p w14:paraId="60A626CB"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0053F"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FA6301E" w14:textId="2255E9D6" w:rsidR="00A0053F" w:rsidRPr="00A87925" w:rsidRDefault="00B52175"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Luděk Špringl</w:t>
            </w:r>
          </w:p>
        </w:tc>
      </w:tr>
      <w:tr w:rsidR="00B52175"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B52175" w:rsidRPr="00165A92" w:rsidRDefault="00B52175" w:rsidP="00B52175">
            <w:pPr>
              <w:pStyle w:val="Tabulka"/>
            </w:pPr>
            <w:r w:rsidRPr="00165A92">
              <w:t>Adresa</w:t>
            </w:r>
          </w:p>
        </w:tc>
        <w:tc>
          <w:tcPr>
            <w:tcW w:w="5812" w:type="dxa"/>
          </w:tcPr>
          <w:p w14:paraId="1B64A329" w14:textId="5C883ACA" w:rsidR="00B52175" w:rsidRPr="00A87925" w:rsidRDefault="00B52175" w:rsidP="00B52175">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A0053F"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A0053F" w:rsidRPr="00165A92" w:rsidRDefault="00A0053F" w:rsidP="00081405">
            <w:pPr>
              <w:pStyle w:val="Tabulka"/>
            </w:pPr>
            <w:r w:rsidRPr="00165A92">
              <w:t>E-mail</w:t>
            </w:r>
          </w:p>
        </w:tc>
        <w:tc>
          <w:tcPr>
            <w:tcW w:w="5812" w:type="dxa"/>
          </w:tcPr>
          <w:p w14:paraId="641C20DF" w14:textId="4B7237D6" w:rsidR="00A0053F" w:rsidRPr="00A87925" w:rsidRDefault="00B52175"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Springl@spravazeleznic.cz</w:t>
            </w:r>
          </w:p>
        </w:tc>
      </w:tr>
      <w:tr w:rsidR="00A0053F"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A0053F" w:rsidRPr="00165A92" w:rsidRDefault="00A0053F" w:rsidP="00081405">
            <w:pPr>
              <w:pStyle w:val="Tabulka"/>
            </w:pPr>
            <w:r w:rsidRPr="00165A92">
              <w:t>Telefon</w:t>
            </w:r>
          </w:p>
        </w:tc>
        <w:tc>
          <w:tcPr>
            <w:tcW w:w="5812" w:type="dxa"/>
          </w:tcPr>
          <w:p w14:paraId="7550EE05" w14:textId="433AC8B6" w:rsidR="00A0053F" w:rsidRPr="00A87925" w:rsidRDefault="00B52175"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725 549 931</w:t>
            </w:r>
          </w:p>
        </w:tc>
      </w:tr>
    </w:tbl>
    <w:p w14:paraId="6926200B" w14:textId="34EB055B" w:rsidR="00ED29F1" w:rsidRPr="00165A92" w:rsidRDefault="00ED29F1" w:rsidP="00081405">
      <w:pPr>
        <w:pStyle w:val="Textbezodsazen"/>
      </w:pPr>
    </w:p>
    <w:p w14:paraId="3739565E" w14:textId="2DB3139D" w:rsidR="003378BE" w:rsidRPr="00165A92" w:rsidRDefault="003378BE" w:rsidP="00081405">
      <w:pPr>
        <w:pStyle w:val="Textbezodsazen"/>
      </w:pPr>
    </w:p>
    <w:p w14:paraId="4A04421B" w14:textId="2068D802" w:rsidR="003378BE" w:rsidRPr="00165A92" w:rsidRDefault="003378BE" w:rsidP="00081405">
      <w:pPr>
        <w:pStyle w:val="Textbezodsazen"/>
      </w:pPr>
    </w:p>
    <w:p w14:paraId="76A82A8C"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lastRenderedPageBreak/>
        <w:t>Ve věcech geodetických</w:t>
      </w:r>
    </w:p>
    <w:tbl>
      <w:tblPr>
        <w:tblStyle w:val="Mkatabulky"/>
        <w:tblW w:w="8868" w:type="dxa"/>
        <w:tblLook w:val="04A0" w:firstRow="1" w:lastRow="0" w:firstColumn="1" w:lastColumn="0" w:noHBand="0" w:noVBand="1"/>
      </w:tblPr>
      <w:tblGrid>
        <w:gridCol w:w="3056"/>
        <w:gridCol w:w="5812"/>
      </w:tblGrid>
      <w:tr w:rsidR="00A0053F" w:rsidRPr="00165A92"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2755B057" w14:textId="34196136" w:rsidR="00A0053F" w:rsidRPr="00767DA2" w:rsidRDefault="00B52175"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Jiří Balcárek</w:t>
            </w:r>
          </w:p>
        </w:tc>
      </w:tr>
      <w:tr w:rsidR="00A0053F" w:rsidRPr="00165A92"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A0053F" w:rsidRPr="00165A92" w:rsidRDefault="00A0053F" w:rsidP="00081405">
            <w:pPr>
              <w:pStyle w:val="Tabulka"/>
            </w:pPr>
            <w:r w:rsidRPr="00165A92">
              <w:t>Adresa</w:t>
            </w:r>
          </w:p>
        </w:tc>
        <w:tc>
          <w:tcPr>
            <w:tcW w:w="5812" w:type="dxa"/>
          </w:tcPr>
          <w:p w14:paraId="1C4245F3" w14:textId="01466105" w:rsidR="00A0053F" w:rsidRPr="00767DA2" w:rsidRDefault="00B52175"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SŽG, ÚNP, RP Ústí nad Labem</w:t>
            </w:r>
          </w:p>
        </w:tc>
      </w:tr>
      <w:tr w:rsidR="00A0053F" w:rsidRPr="00165A92"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A0053F" w:rsidRPr="00165A92" w:rsidRDefault="00A0053F" w:rsidP="00081405">
            <w:pPr>
              <w:pStyle w:val="Tabulka"/>
            </w:pPr>
            <w:r w:rsidRPr="00165A92">
              <w:t>E-mail</w:t>
            </w:r>
          </w:p>
        </w:tc>
        <w:tc>
          <w:tcPr>
            <w:tcW w:w="5812" w:type="dxa"/>
          </w:tcPr>
          <w:p w14:paraId="7B027740" w14:textId="275FE983" w:rsidR="00A0053F" w:rsidRPr="00767DA2" w:rsidRDefault="00B52175"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BalcarekJ@spravazeleznic.cz</w:t>
            </w:r>
          </w:p>
        </w:tc>
      </w:tr>
      <w:tr w:rsidR="00A0053F" w:rsidRPr="00165A92"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A0053F" w:rsidRPr="00165A92" w:rsidRDefault="00A0053F" w:rsidP="00081405">
            <w:pPr>
              <w:pStyle w:val="Tabulka"/>
            </w:pPr>
            <w:r w:rsidRPr="00165A92">
              <w:t>Telefon</w:t>
            </w:r>
          </w:p>
        </w:tc>
        <w:tc>
          <w:tcPr>
            <w:tcW w:w="5812" w:type="dxa"/>
          </w:tcPr>
          <w:p w14:paraId="0898A7DF" w14:textId="5C5AD0E9" w:rsidR="00A0053F" w:rsidRPr="00767DA2" w:rsidRDefault="00B52175"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606 054 296</w:t>
            </w:r>
          </w:p>
        </w:tc>
      </w:tr>
    </w:tbl>
    <w:p w14:paraId="5E7D9D76" w14:textId="77777777" w:rsidR="00AF2182" w:rsidRPr="00165A92" w:rsidRDefault="00AF2182" w:rsidP="00081405">
      <w:pPr>
        <w:pStyle w:val="Textbezodsazen"/>
      </w:pPr>
    </w:p>
    <w:p w14:paraId="140EA2A5" w14:textId="77777777" w:rsidR="00AF2182" w:rsidRPr="00165A92" w:rsidRDefault="00AF2182" w:rsidP="00081405">
      <w:pPr>
        <w:pStyle w:val="Nadpistabulky"/>
        <w:jc w:val="both"/>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B52175"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B52175" w:rsidRPr="008D59AA" w:rsidRDefault="00B52175" w:rsidP="00B52175">
            <w:pPr>
              <w:pStyle w:val="Tabulka"/>
              <w:rPr>
                <w:rStyle w:val="Nadpisvtabulce"/>
              </w:rPr>
            </w:pPr>
            <w:r w:rsidRPr="008D59AA">
              <w:rPr>
                <w:rStyle w:val="Nadpisvtabulce"/>
              </w:rPr>
              <w:t>Jméno a příjmení</w:t>
            </w:r>
          </w:p>
        </w:tc>
        <w:tc>
          <w:tcPr>
            <w:tcW w:w="5812" w:type="dxa"/>
          </w:tcPr>
          <w:p w14:paraId="700C1046" w14:textId="28DE14A0" w:rsidR="00B52175" w:rsidRPr="00767DA2" w:rsidRDefault="00B52175" w:rsidP="00B52175">
            <w:pPr>
              <w:pStyle w:val="Tabulka"/>
              <w:cnfStyle w:val="100000000000" w:firstRow="1" w:lastRow="0" w:firstColumn="0" w:lastColumn="0" w:oddVBand="0" w:evenVBand="0" w:oddHBand="0" w:evenHBand="0" w:firstRowFirstColumn="0" w:firstRowLastColumn="0" w:lastRowFirstColumn="0" w:lastRowLastColumn="0"/>
              <w:rPr>
                <w:b/>
              </w:rPr>
            </w:pPr>
            <w:r w:rsidRPr="00221CFF">
              <w:t>Luděk Špringl</w:t>
            </w:r>
          </w:p>
        </w:tc>
      </w:tr>
      <w:tr w:rsidR="00B52175"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B52175" w:rsidRPr="00165A92" w:rsidRDefault="00B52175" w:rsidP="00B52175">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6237BC3E" w:rsidR="00B52175" w:rsidRPr="00767DA2" w:rsidRDefault="00B52175" w:rsidP="00B52175">
            <w:pPr>
              <w:pStyle w:val="Tabulka"/>
              <w:cnfStyle w:val="000000000000" w:firstRow="0" w:lastRow="0" w:firstColumn="0" w:lastColumn="0" w:oddVBand="0" w:evenVBand="0" w:oddHBand="0" w:evenHBand="0" w:firstRowFirstColumn="0" w:firstRowLastColumn="0" w:lastRowFirstColumn="0" w:lastRowLastColumn="0"/>
              <w:rPr>
                <w:b/>
              </w:rPr>
            </w:pPr>
            <w:r w:rsidRPr="00221CFF">
              <w:t>Oblastní ředitelství Hradec Králové</w:t>
            </w:r>
          </w:p>
        </w:tc>
      </w:tr>
      <w:tr w:rsidR="00B52175"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B52175" w:rsidRPr="00165A92" w:rsidRDefault="00B52175" w:rsidP="00B52175">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4562568F" w:rsidR="00B52175" w:rsidRPr="00767DA2" w:rsidRDefault="00B52175" w:rsidP="00B52175">
            <w:pPr>
              <w:pStyle w:val="Tabulka"/>
              <w:cnfStyle w:val="000000000000" w:firstRow="0" w:lastRow="0" w:firstColumn="0" w:lastColumn="0" w:oddVBand="0" w:evenVBand="0" w:oddHBand="0" w:evenHBand="0" w:firstRowFirstColumn="0" w:firstRowLastColumn="0" w:lastRowFirstColumn="0" w:lastRowLastColumn="0"/>
              <w:rPr>
                <w:b/>
              </w:rPr>
            </w:pPr>
            <w:r w:rsidRPr="00221CFF">
              <w:t>Springl@spravazeleznic.cz</w:t>
            </w:r>
          </w:p>
        </w:tc>
      </w:tr>
      <w:tr w:rsidR="00B52175"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B52175" w:rsidRPr="00165A92" w:rsidRDefault="00B52175" w:rsidP="00B52175">
            <w:pPr>
              <w:pStyle w:val="Tabulka"/>
            </w:pPr>
            <w:r w:rsidRPr="00165A92">
              <w:t>Telefon</w:t>
            </w:r>
          </w:p>
        </w:tc>
        <w:tc>
          <w:tcPr>
            <w:tcW w:w="5812" w:type="dxa"/>
            <w:tcBorders>
              <w:top w:val="single" w:sz="2" w:space="0" w:color="auto"/>
              <w:left w:val="single" w:sz="2" w:space="0" w:color="auto"/>
              <w:bottom w:val="nil"/>
              <w:right w:val="nil"/>
            </w:tcBorders>
          </w:tcPr>
          <w:p w14:paraId="10E464CE" w14:textId="48D13F97" w:rsidR="00B52175" w:rsidRPr="00767DA2" w:rsidRDefault="00B52175" w:rsidP="00B52175">
            <w:pPr>
              <w:pStyle w:val="Tabulka"/>
              <w:cnfStyle w:val="000000000000" w:firstRow="0" w:lastRow="0" w:firstColumn="0" w:lastColumn="0" w:oddVBand="0" w:evenVBand="0" w:oddHBand="0" w:evenHBand="0" w:firstRowFirstColumn="0" w:firstRowLastColumn="0" w:lastRowFirstColumn="0" w:lastRowLastColumn="0"/>
              <w:rPr>
                <w:b/>
              </w:rPr>
            </w:pPr>
            <w:r w:rsidRPr="00221CFF">
              <w:t>725 549 931</w:t>
            </w:r>
          </w:p>
        </w:tc>
      </w:tr>
    </w:tbl>
    <w:p w14:paraId="6F211856" w14:textId="77777777" w:rsidR="00ED29F1" w:rsidRPr="00165A92" w:rsidRDefault="00ED29F1" w:rsidP="00081405">
      <w:pPr>
        <w:pStyle w:val="Textbezodsazen"/>
      </w:pPr>
    </w:p>
    <w:p w14:paraId="2596F238" w14:textId="77777777" w:rsidR="00ED29F1" w:rsidRPr="00165A92" w:rsidRDefault="00ED29F1" w:rsidP="00081405">
      <w:pPr>
        <w:pStyle w:val="Textbezodsazen"/>
        <w:rPr>
          <w:b/>
        </w:rPr>
      </w:pPr>
      <w:r w:rsidRPr="00165A92">
        <w:rPr>
          <w:b/>
        </w:rPr>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081405">
      <w:pPr>
        <w:pStyle w:val="Textbezodsazen"/>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081405">
      <w:pPr>
        <w:pStyle w:val="Textbezodsazen"/>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081405">
      <w:pPr>
        <w:pStyle w:val="Textbezodsazen"/>
      </w:pPr>
    </w:p>
    <w:p w14:paraId="61DE8FBB" w14:textId="77777777" w:rsidR="002F212B" w:rsidRPr="00165A92" w:rsidRDefault="002F212B" w:rsidP="00081405">
      <w:pPr>
        <w:pStyle w:val="Nadpistabulky"/>
        <w:jc w:val="both"/>
        <w:rPr>
          <w:rFonts w:asciiTheme="minorHAnsi" w:hAnsiTheme="minorHAnsi"/>
          <w:sz w:val="18"/>
          <w:szCs w:val="18"/>
        </w:rPr>
      </w:pPr>
      <w:r w:rsidRPr="00165A92">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A0053F" w:rsidRPr="00165A92"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6288A670" w14:textId="74FD02DB"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A0053F" w:rsidRPr="00165A92" w:rsidRDefault="00A0053F" w:rsidP="00081405">
            <w:pPr>
              <w:pStyle w:val="Tabulka"/>
            </w:pPr>
            <w:r w:rsidRPr="00165A92">
              <w:t>Adresa</w:t>
            </w:r>
          </w:p>
        </w:tc>
        <w:tc>
          <w:tcPr>
            <w:tcW w:w="5812" w:type="dxa"/>
          </w:tcPr>
          <w:p w14:paraId="24319EAB" w14:textId="2963729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A0053F" w:rsidRPr="00165A92" w:rsidRDefault="00A0053F" w:rsidP="00081405">
            <w:pPr>
              <w:pStyle w:val="Tabulka"/>
            </w:pPr>
            <w:r w:rsidRPr="00165A92">
              <w:t>E-mail</w:t>
            </w:r>
          </w:p>
        </w:tc>
        <w:tc>
          <w:tcPr>
            <w:tcW w:w="5812" w:type="dxa"/>
          </w:tcPr>
          <w:p w14:paraId="7A85A5F4" w14:textId="672FB5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A0053F" w:rsidRPr="00165A92" w:rsidRDefault="00A0053F" w:rsidP="00081405">
            <w:pPr>
              <w:pStyle w:val="Tabulka"/>
            </w:pPr>
            <w:r w:rsidRPr="00165A92">
              <w:t>Telefon</w:t>
            </w:r>
          </w:p>
        </w:tc>
        <w:tc>
          <w:tcPr>
            <w:tcW w:w="5812" w:type="dxa"/>
          </w:tcPr>
          <w:p w14:paraId="4405D12E" w14:textId="2C41249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F66542A" w14:textId="77777777" w:rsidR="002F212B" w:rsidRPr="00165A92" w:rsidRDefault="002F212B" w:rsidP="00081405">
      <w:pPr>
        <w:pStyle w:val="Textbezodsazen"/>
      </w:pPr>
    </w:p>
    <w:p w14:paraId="13B7BA8F" w14:textId="77777777" w:rsidR="002038D5" w:rsidRPr="00165A92" w:rsidRDefault="00165977" w:rsidP="00081405">
      <w:pPr>
        <w:pStyle w:val="Nadpistabulky"/>
        <w:jc w:val="both"/>
        <w:rPr>
          <w:sz w:val="18"/>
          <w:szCs w:val="18"/>
        </w:rPr>
      </w:pPr>
      <w:r w:rsidRPr="00165A92">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A0053F" w:rsidRPr="00165A92" w14:paraId="40EF10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7CB7A0" w14:textId="77777777" w:rsidR="00A0053F" w:rsidRPr="00165A92" w:rsidRDefault="00A0053F" w:rsidP="00081405">
            <w:pPr>
              <w:pStyle w:val="Tabulka"/>
              <w:keepNext/>
              <w:rPr>
                <w:rStyle w:val="Nadpisvtabulce"/>
              </w:rPr>
            </w:pPr>
            <w:r w:rsidRPr="00165A92">
              <w:rPr>
                <w:rStyle w:val="Nadpisvtabulce"/>
              </w:rPr>
              <w:t>Jméno a příjmení</w:t>
            </w:r>
          </w:p>
        </w:tc>
        <w:tc>
          <w:tcPr>
            <w:tcW w:w="5812" w:type="dxa"/>
          </w:tcPr>
          <w:p w14:paraId="6D9D2706" w14:textId="55932D4C" w:rsidR="00A0053F" w:rsidRPr="00165A92" w:rsidRDefault="00617595" w:rsidP="00081405">
            <w:pPr>
              <w:pStyle w:val="Tabulka"/>
              <w:keepNext/>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C4D29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27029" w14:textId="77777777" w:rsidR="00A0053F" w:rsidRPr="00165A92" w:rsidRDefault="00A0053F" w:rsidP="00081405">
            <w:pPr>
              <w:pStyle w:val="Tabulka"/>
              <w:keepNext/>
            </w:pPr>
            <w:r w:rsidRPr="00165A92">
              <w:t>Adresa</w:t>
            </w:r>
          </w:p>
        </w:tc>
        <w:tc>
          <w:tcPr>
            <w:tcW w:w="5812" w:type="dxa"/>
          </w:tcPr>
          <w:p w14:paraId="2BA5A239" w14:textId="4B1A9356" w:rsidR="00A0053F" w:rsidRPr="00165A92" w:rsidRDefault="00617595" w:rsidP="00081405">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E791B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4076BF" w14:textId="77777777" w:rsidR="00A0053F" w:rsidRPr="00165A92" w:rsidRDefault="00A0053F" w:rsidP="00081405">
            <w:pPr>
              <w:pStyle w:val="Tabulka"/>
              <w:keepNext/>
            </w:pPr>
            <w:r w:rsidRPr="00165A92">
              <w:t>E-mail</w:t>
            </w:r>
          </w:p>
        </w:tc>
        <w:tc>
          <w:tcPr>
            <w:tcW w:w="5812" w:type="dxa"/>
          </w:tcPr>
          <w:p w14:paraId="4F183369" w14:textId="69E6821D" w:rsidR="00A0053F" w:rsidRPr="00165A92" w:rsidRDefault="00617595" w:rsidP="00081405">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23C98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2323AD" w14:textId="77777777" w:rsidR="00A0053F" w:rsidRPr="00165A92" w:rsidRDefault="00A0053F" w:rsidP="00081405">
            <w:pPr>
              <w:pStyle w:val="Tabulka"/>
            </w:pPr>
            <w:r w:rsidRPr="00165A92">
              <w:t>Telefon</w:t>
            </w:r>
          </w:p>
        </w:tc>
        <w:tc>
          <w:tcPr>
            <w:tcW w:w="5812" w:type="dxa"/>
          </w:tcPr>
          <w:p w14:paraId="5A1C7EE2" w14:textId="5A25742B"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9B4CA50" w14:textId="77777777" w:rsidR="002038D5" w:rsidRPr="00165A92" w:rsidRDefault="002038D5" w:rsidP="00081405">
      <w:pPr>
        <w:pStyle w:val="Tabulka"/>
      </w:pPr>
    </w:p>
    <w:p w14:paraId="5690426A" w14:textId="77777777" w:rsidR="00165977" w:rsidRPr="00165A92" w:rsidRDefault="00165977" w:rsidP="00081405">
      <w:pPr>
        <w:pStyle w:val="Tabulka"/>
      </w:pPr>
    </w:p>
    <w:p w14:paraId="7750BDC3" w14:textId="77777777" w:rsidR="00165977" w:rsidRPr="00165A92" w:rsidRDefault="00165977" w:rsidP="00081405">
      <w:pPr>
        <w:pStyle w:val="Nadpistabulky"/>
        <w:jc w:val="both"/>
        <w:rPr>
          <w:sz w:val="18"/>
          <w:szCs w:val="18"/>
        </w:rPr>
      </w:pPr>
      <w:r w:rsidRPr="00165A92">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0053F" w:rsidRPr="00165A92"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09756102" w14:textId="0B84FB53"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A0053F" w:rsidRPr="00165A92" w:rsidRDefault="00A0053F" w:rsidP="00081405">
            <w:pPr>
              <w:pStyle w:val="Tabulka"/>
            </w:pPr>
            <w:r w:rsidRPr="00165A92">
              <w:t>Adresa</w:t>
            </w:r>
          </w:p>
        </w:tc>
        <w:tc>
          <w:tcPr>
            <w:tcW w:w="5812" w:type="dxa"/>
          </w:tcPr>
          <w:p w14:paraId="139ABB3C" w14:textId="07AA4CF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A0053F" w:rsidRPr="00165A92" w:rsidRDefault="00A0053F" w:rsidP="00081405">
            <w:pPr>
              <w:pStyle w:val="Tabulka"/>
            </w:pPr>
            <w:r w:rsidRPr="00165A92">
              <w:t>E-mail</w:t>
            </w:r>
          </w:p>
        </w:tc>
        <w:tc>
          <w:tcPr>
            <w:tcW w:w="5812" w:type="dxa"/>
          </w:tcPr>
          <w:p w14:paraId="6D016B71" w14:textId="5B414D75"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A0053F" w:rsidRPr="00165A92" w:rsidRDefault="00A0053F" w:rsidP="00081405">
            <w:pPr>
              <w:pStyle w:val="Tabulka"/>
            </w:pPr>
            <w:r w:rsidRPr="00165A92">
              <w:t>Telefon</w:t>
            </w:r>
          </w:p>
        </w:tc>
        <w:tc>
          <w:tcPr>
            <w:tcW w:w="5812" w:type="dxa"/>
          </w:tcPr>
          <w:p w14:paraId="1614FDC5" w14:textId="73455B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8CAF2E3" w14:textId="77777777" w:rsidR="006A393D" w:rsidRPr="00FD14D5" w:rsidRDefault="006A393D" w:rsidP="00081405">
      <w:pPr>
        <w:pStyle w:val="Nadpisbezsl1-1"/>
        <w:jc w:val="both"/>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081405">
      <w:pPr>
        <w:pStyle w:val="Nadpisbezsl1-1"/>
        <w:jc w:val="both"/>
      </w:pPr>
      <w:r w:rsidRPr="00F97DBD">
        <w:lastRenderedPageBreak/>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7B149E3E" w:rsidR="002C7A28" w:rsidRPr="002C7A28" w:rsidRDefault="004E19AA" w:rsidP="00B52175">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1C2FA0">
              <w:rPr>
                <w:rFonts w:eastAsia="Times New Roman" w:cs="Calibri"/>
                <w:lang w:eastAsia="cs-CZ"/>
              </w:rPr>
              <w:t>60</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1C2FA0">
              <w:rPr>
                <w:rFonts w:eastAsia="Times New Roman" w:cs="Calibri"/>
                <w:lang w:eastAsia="cs-CZ"/>
              </w:rPr>
              <w:t>60</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lastRenderedPageBreak/>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lastRenderedPageBreak/>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77A803E4" w14:textId="0B8F47D0" w:rsidR="001F26D5" w:rsidRDefault="001F26D5" w:rsidP="00081405">
      <w:pPr>
        <w:pStyle w:val="Nadpisbezsl1-1"/>
        <w:jc w:val="both"/>
      </w:pPr>
      <w:r>
        <w:lastRenderedPageBreak/>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ust.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ABB4D18" w14:textId="371518AF" w:rsidR="00D76F55" w:rsidRDefault="00D76F55" w:rsidP="00081405">
      <w:pPr>
        <w:pStyle w:val="Nadpisbezsl1-1"/>
        <w:jc w:val="both"/>
      </w:pPr>
      <w:r>
        <w:lastRenderedPageBreak/>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ust.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lastRenderedPageBreak/>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ust.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63714" w14:textId="77777777" w:rsidR="00EF4935" w:rsidRDefault="00EF4935" w:rsidP="00962258">
      <w:pPr>
        <w:spacing w:after="0" w:line="240" w:lineRule="auto"/>
      </w:pPr>
      <w:r>
        <w:separator/>
      </w:r>
    </w:p>
  </w:endnote>
  <w:endnote w:type="continuationSeparator" w:id="0">
    <w:p w14:paraId="4CA20383" w14:textId="77777777" w:rsidR="00EF4935" w:rsidRDefault="00EF493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04D" w:rsidRPr="00A22592" w14:paraId="66AB46D4" w14:textId="77777777" w:rsidTr="00EB46E5">
      <w:tc>
        <w:tcPr>
          <w:tcW w:w="1361" w:type="dxa"/>
          <w:tcMar>
            <w:left w:w="0" w:type="dxa"/>
            <w:right w:w="0" w:type="dxa"/>
          </w:tcMar>
          <w:vAlign w:val="bottom"/>
        </w:tcPr>
        <w:p w14:paraId="357001FE" w14:textId="6FB1A45D" w:rsidR="008C104D" w:rsidRPr="00B8518B" w:rsidRDefault="008C104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1F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21F2">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8C104D" w:rsidRDefault="008C104D" w:rsidP="00B8518B">
          <w:pPr>
            <w:pStyle w:val="Zpat"/>
          </w:pPr>
        </w:p>
      </w:tc>
      <w:tc>
        <w:tcPr>
          <w:tcW w:w="425" w:type="dxa"/>
          <w:shd w:val="clear" w:color="auto" w:fill="auto"/>
          <w:tcMar>
            <w:left w:w="0" w:type="dxa"/>
            <w:right w:w="0" w:type="dxa"/>
          </w:tcMar>
        </w:tcPr>
        <w:p w14:paraId="6DAF8F96" w14:textId="77777777" w:rsidR="008C104D" w:rsidRDefault="008C104D" w:rsidP="00B8518B">
          <w:pPr>
            <w:pStyle w:val="Zpat"/>
          </w:pPr>
        </w:p>
      </w:tc>
      <w:tc>
        <w:tcPr>
          <w:tcW w:w="8505" w:type="dxa"/>
        </w:tcPr>
        <w:p w14:paraId="032469F4" w14:textId="77777777" w:rsidR="008C104D" w:rsidRPr="00A22592" w:rsidRDefault="008C104D" w:rsidP="00F422D3">
          <w:pPr>
            <w:pStyle w:val="Zpat0"/>
            <w:rPr>
              <w:b/>
              <w:sz w:val="14"/>
            </w:rPr>
          </w:pPr>
          <w:r w:rsidRPr="00A22592">
            <w:rPr>
              <w:b/>
              <w:sz w:val="14"/>
            </w:rPr>
            <w:t>SMLOUVA O DÍLO</w:t>
          </w:r>
        </w:p>
        <w:p w14:paraId="27015DE1" w14:textId="77777777" w:rsidR="008C104D" w:rsidRPr="00A22592" w:rsidRDefault="008C104D" w:rsidP="00F422D3">
          <w:pPr>
            <w:pStyle w:val="Zpat0"/>
            <w:rPr>
              <w:sz w:val="14"/>
            </w:rPr>
          </w:pPr>
          <w:r w:rsidRPr="00A22592">
            <w:rPr>
              <w:sz w:val="14"/>
            </w:rPr>
            <w:t>Zhotovení stavby</w:t>
          </w:r>
        </w:p>
        <w:p w14:paraId="7A7B48F8" w14:textId="27DDC5E5" w:rsidR="008C104D" w:rsidRPr="00A22592" w:rsidRDefault="008C104D" w:rsidP="00F422D3">
          <w:pPr>
            <w:pStyle w:val="Zpat0"/>
            <w:rPr>
              <w:sz w:val="14"/>
            </w:rPr>
          </w:pPr>
          <w:r>
            <w:rPr>
              <w:sz w:val="14"/>
            </w:rPr>
            <w:t>Oprava staničních kolejí v žst. Mimoň</w:t>
          </w:r>
        </w:p>
      </w:tc>
    </w:tr>
  </w:tbl>
  <w:p w14:paraId="53C93338" w14:textId="77777777" w:rsidR="008C104D" w:rsidRPr="00B8518B" w:rsidRDefault="008C104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8C104D" w:rsidRPr="00B8518B" w:rsidRDefault="008C104D" w:rsidP="00460660">
    <w:pPr>
      <w:pStyle w:val="Zpat"/>
      <w:rPr>
        <w:sz w:val="2"/>
        <w:szCs w:val="2"/>
      </w:rPr>
    </w:pPr>
  </w:p>
  <w:p w14:paraId="79482BEC" w14:textId="77777777" w:rsidR="008C104D" w:rsidRPr="00460660" w:rsidRDefault="008C104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04D" w:rsidRPr="00A22592" w14:paraId="22AF6DD5" w14:textId="77777777" w:rsidTr="00EB46E5">
      <w:tc>
        <w:tcPr>
          <w:tcW w:w="1361" w:type="dxa"/>
          <w:tcMar>
            <w:left w:w="0" w:type="dxa"/>
            <w:right w:w="0" w:type="dxa"/>
          </w:tcMar>
          <w:vAlign w:val="bottom"/>
        </w:tcPr>
        <w:p w14:paraId="608A442B" w14:textId="77777777" w:rsidR="008C104D" w:rsidRPr="00B8518B" w:rsidRDefault="008C104D" w:rsidP="00502690">
          <w:pPr>
            <w:pStyle w:val="Zpat"/>
            <w:jc w:val="right"/>
            <w:rPr>
              <w:rStyle w:val="slostrnky"/>
            </w:rPr>
          </w:pPr>
        </w:p>
      </w:tc>
      <w:tc>
        <w:tcPr>
          <w:tcW w:w="284" w:type="dxa"/>
          <w:shd w:val="clear" w:color="auto" w:fill="auto"/>
          <w:tcMar>
            <w:left w:w="0" w:type="dxa"/>
            <w:right w:w="0" w:type="dxa"/>
          </w:tcMar>
        </w:tcPr>
        <w:p w14:paraId="336607A1" w14:textId="77777777" w:rsidR="008C104D" w:rsidRDefault="008C104D" w:rsidP="00B8518B">
          <w:pPr>
            <w:pStyle w:val="Zpat"/>
          </w:pPr>
        </w:p>
      </w:tc>
      <w:tc>
        <w:tcPr>
          <w:tcW w:w="425" w:type="dxa"/>
          <w:shd w:val="clear" w:color="auto" w:fill="auto"/>
          <w:tcMar>
            <w:left w:w="0" w:type="dxa"/>
            <w:right w:w="0" w:type="dxa"/>
          </w:tcMar>
        </w:tcPr>
        <w:p w14:paraId="6C3F7571" w14:textId="77777777" w:rsidR="008C104D" w:rsidRDefault="008C104D" w:rsidP="00B8518B">
          <w:pPr>
            <w:pStyle w:val="Zpat"/>
          </w:pPr>
        </w:p>
      </w:tc>
      <w:tc>
        <w:tcPr>
          <w:tcW w:w="8505" w:type="dxa"/>
        </w:tcPr>
        <w:p w14:paraId="5989549A" w14:textId="77777777" w:rsidR="008C104D" w:rsidRPr="00A22592" w:rsidRDefault="008C104D" w:rsidP="00F422D3">
          <w:pPr>
            <w:pStyle w:val="Zpat0"/>
            <w:rPr>
              <w:b/>
              <w:sz w:val="14"/>
            </w:rPr>
          </w:pPr>
          <w:r>
            <w:rPr>
              <w:b/>
              <w:sz w:val="14"/>
            </w:rPr>
            <w:t>SMLOUVA O DÍLO</w:t>
          </w:r>
        </w:p>
        <w:p w14:paraId="047F8F29" w14:textId="77777777" w:rsidR="008C104D" w:rsidRPr="00A22592" w:rsidRDefault="008C104D" w:rsidP="00F95FBD">
          <w:pPr>
            <w:pStyle w:val="Zpat0"/>
            <w:rPr>
              <w:sz w:val="14"/>
            </w:rPr>
          </w:pPr>
          <w:r w:rsidRPr="00A22592">
            <w:rPr>
              <w:sz w:val="14"/>
            </w:rPr>
            <w:t>Zhotovení stavby</w:t>
          </w:r>
        </w:p>
        <w:p w14:paraId="2CA3CAFF" w14:textId="6BA0ECE8" w:rsidR="008C104D" w:rsidRPr="00A22592" w:rsidRDefault="008C104D" w:rsidP="00F95FBD">
          <w:pPr>
            <w:pStyle w:val="Zpat0"/>
            <w:rPr>
              <w:sz w:val="14"/>
            </w:rPr>
          </w:pPr>
          <w:r>
            <w:rPr>
              <w:sz w:val="14"/>
            </w:rPr>
            <w:t>Oprava staničních kolejí v žst. Mimoň</w:t>
          </w:r>
        </w:p>
      </w:tc>
    </w:tr>
  </w:tbl>
  <w:p w14:paraId="3F154C03" w14:textId="77777777" w:rsidR="008C104D" w:rsidRPr="00B8518B" w:rsidRDefault="008C104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8C104D" w:rsidRPr="008F58C3" w:rsidRDefault="008C104D">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97805" w14:textId="77777777" w:rsidR="00EF4935" w:rsidRDefault="00EF4935" w:rsidP="00962258">
      <w:pPr>
        <w:spacing w:after="0" w:line="240" w:lineRule="auto"/>
      </w:pPr>
      <w:r>
        <w:separator/>
      </w:r>
    </w:p>
  </w:footnote>
  <w:footnote w:type="continuationSeparator" w:id="0">
    <w:p w14:paraId="0268884A" w14:textId="77777777" w:rsidR="00EF4935" w:rsidRDefault="00EF493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04D" w14:paraId="5D031E28" w14:textId="77777777" w:rsidTr="00C02D0A">
      <w:trPr>
        <w:trHeight w:hRule="exact" w:val="454"/>
      </w:trPr>
      <w:tc>
        <w:tcPr>
          <w:tcW w:w="1361" w:type="dxa"/>
          <w:tcMar>
            <w:top w:w="57" w:type="dxa"/>
            <w:left w:w="0" w:type="dxa"/>
            <w:right w:w="0" w:type="dxa"/>
          </w:tcMar>
        </w:tcPr>
        <w:p w14:paraId="4489E32C" w14:textId="77777777" w:rsidR="008C104D" w:rsidRPr="00B8518B" w:rsidRDefault="008C104D" w:rsidP="00523EA7">
          <w:pPr>
            <w:pStyle w:val="Zpat"/>
            <w:rPr>
              <w:rStyle w:val="slostrnky"/>
            </w:rPr>
          </w:pPr>
        </w:p>
      </w:tc>
      <w:tc>
        <w:tcPr>
          <w:tcW w:w="3458" w:type="dxa"/>
          <w:shd w:val="clear" w:color="auto" w:fill="auto"/>
          <w:tcMar>
            <w:top w:w="57" w:type="dxa"/>
            <w:left w:w="0" w:type="dxa"/>
            <w:right w:w="0" w:type="dxa"/>
          </w:tcMar>
        </w:tcPr>
        <w:p w14:paraId="78DCDEDB" w14:textId="77777777" w:rsidR="008C104D" w:rsidRDefault="008C104D" w:rsidP="00523EA7">
          <w:pPr>
            <w:pStyle w:val="Zpat"/>
          </w:pPr>
        </w:p>
      </w:tc>
      <w:tc>
        <w:tcPr>
          <w:tcW w:w="5698" w:type="dxa"/>
          <w:shd w:val="clear" w:color="auto" w:fill="auto"/>
          <w:tcMar>
            <w:top w:w="57" w:type="dxa"/>
            <w:left w:w="0" w:type="dxa"/>
            <w:right w:w="0" w:type="dxa"/>
          </w:tcMar>
        </w:tcPr>
        <w:p w14:paraId="4C5E6986" w14:textId="77777777" w:rsidR="008C104D" w:rsidRPr="00D6163D" w:rsidRDefault="008C104D" w:rsidP="00D6163D">
          <w:pPr>
            <w:pStyle w:val="Druhdokumentu"/>
          </w:pPr>
        </w:p>
      </w:tc>
    </w:tr>
  </w:tbl>
  <w:p w14:paraId="5BA8D49F" w14:textId="77777777" w:rsidR="008C104D" w:rsidRPr="00D6163D" w:rsidRDefault="008C104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C104D" w14:paraId="384D7FDA" w14:textId="77777777" w:rsidTr="00B22106">
      <w:trPr>
        <w:trHeight w:hRule="exact" w:val="936"/>
      </w:trPr>
      <w:tc>
        <w:tcPr>
          <w:tcW w:w="1361" w:type="dxa"/>
          <w:tcMar>
            <w:left w:w="0" w:type="dxa"/>
            <w:right w:w="0" w:type="dxa"/>
          </w:tcMar>
        </w:tcPr>
        <w:p w14:paraId="78661BD7" w14:textId="77777777" w:rsidR="008C104D" w:rsidRPr="00B8518B" w:rsidRDefault="008C104D" w:rsidP="00FC6389">
          <w:pPr>
            <w:pStyle w:val="Zpat"/>
            <w:rPr>
              <w:rStyle w:val="slostrnky"/>
            </w:rPr>
          </w:pPr>
        </w:p>
      </w:tc>
      <w:tc>
        <w:tcPr>
          <w:tcW w:w="3458" w:type="dxa"/>
          <w:shd w:val="clear" w:color="auto" w:fill="auto"/>
          <w:tcMar>
            <w:left w:w="0" w:type="dxa"/>
            <w:right w:w="0" w:type="dxa"/>
          </w:tcMar>
        </w:tcPr>
        <w:p w14:paraId="0046FBB3" w14:textId="77777777" w:rsidR="008C104D" w:rsidRDefault="008C104D" w:rsidP="00FC6389">
          <w:pPr>
            <w:pStyle w:val="Zpat"/>
          </w:pPr>
        </w:p>
      </w:tc>
      <w:tc>
        <w:tcPr>
          <w:tcW w:w="5756" w:type="dxa"/>
          <w:shd w:val="clear" w:color="auto" w:fill="auto"/>
          <w:tcMar>
            <w:left w:w="0" w:type="dxa"/>
            <w:right w:w="0" w:type="dxa"/>
          </w:tcMar>
        </w:tcPr>
        <w:p w14:paraId="3E32A76B" w14:textId="77777777" w:rsidR="008C104D" w:rsidRPr="00D6163D" w:rsidRDefault="008C104D" w:rsidP="00FC6389">
          <w:pPr>
            <w:pStyle w:val="Druhdokumentu"/>
          </w:pPr>
        </w:p>
      </w:tc>
    </w:tr>
    <w:tr w:rsidR="008C104D" w14:paraId="1C69BDF4" w14:textId="77777777" w:rsidTr="00B22106">
      <w:trPr>
        <w:trHeight w:hRule="exact" w:val="936"/>
      </w:trPr>
      <w:tc>
        <w:tcPr>
          <w:tcW w:w="1361" w:type="dxa"/>
          <w:tcMar>
            <w:left w:w="0" w:type="dxa"/>
            <w:right w:w="0" w:type="dxa"/>
          </w:tcMar>
        </w:tcPr>
        <w:p w14:paraId="102E971B" w14:textId="77777777" w:rsidR="008C104D" w:rsidRPr="00B8518B" w:rsidRDefault="008C104D" w:rsidP="00FC6389">
          <w:pPr>
            <w:pStyle w:val="Zpat"/>
            <w:rPr>
              <w:rStyle w:val="slostrnky"/>
            </w:rPr>
          </w:pPr>
        </w:p>
      </w:tc>
      <w:tc>
        <w:tcPr>
          <w:tcW w:w="3458" w:type="dxa"/>
          <w:shd w:val="clear" w:color="auto" w:fill="auto"/>
          <w:tcMar>
            <w:left w:w="0" w:type="dxa"/>
            <w:right w:w="0" w:type="dxa"/>
          </w:tcMar>
        </w:tcPr>
        <w:p w14:paraId="6667902B" w14:textId="77777777" w:rsidR="008C104D" w:rsidRDefault="008C104D" w:rsidP="00FC6389">
          <w:pPr>
            <w:pStyle w:val="Zpat"/>
          </w:pPr>
        </w:p>
      </w:tc>
      <w:tc>
        <w:tcPr>
          <w:tcW w:w="5756" w:type="dxa"/>
          <w:shd w:val="clear" w:color="auto" w:fill="auto"/>
          <w:tcMar>
            <w:left w:w="0" w:type="dxa"/>
            <w:right w:w="0" w:type="dxa"/>
          </w:tcMar>
        </w:tcPr>
        <w:p w14:paraId="2E12A5A7" w14:textId="77777777" w:rsidR="008C104D" w:rsidRPr="00D6163D" w:rsidRDefault="008C104D" w:rsidP="00FC6389">
          <w:pPr>
            <w:pStyle w:val="Druhdokumentu"/>
          </w:pPr>
        </w:p>
      </w:tc>
    </w:tr>
  </w:tbl>
  <w:p w14:paraId="1FA8FBA8" w14:textId="77777777" w:rsidR="008C104D" w:rsidRPr="00D6163D" w:rsidRDefault="008C104D"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8C104D" w:rsidRPr="00460660" w:rsidRDefault="008C104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04D" w14:paraId="692406C5" w14:textId="77777777" w:rsidTr="00C02D0A">
      <w:trPr>
        <w:trHeight w:hRule="exact" w:val="454"/>
      </w:trPr>
      <w:tc>
        <w:tcPr>
          <w:tcW w:w="1361" w:type="dxa"/>
          <w:tcMar>
            <w:top w:w="57" w:type="dxa"/>
            <w:left w:w="0" w:type="dxa"/>
            <w:right w:w="0" w:type="dxa"/>
          </w:tcMar>
        </w:tcPr>
        <w:p w14:paraId="3ED70212" w14:textId="77777777" w:rsidR="008C104D" w:rsidRPr="00B8518B" w:rsidRDefault="008C104D" w:rsidP="00523EA7">
          <w:pPr>
            <w:pStyle w:val="Zpat"/>
            <w:rPr>
              <w:rStyle w:val="slostrnky"/>
            </w:rPr>
          </w:pPr>
        </w:p>
      </w:tc>
      <w:tc>
        <w:tcPr>
          <w:tcW w:w="3458" w:type="dxa"/>
          <w:shd w:val="clear" w:color="auto" w:fill="auto"/>
          <w:tcMar>
            <w:top w:w="57" w:type="dxa"/>
            <w:left w:w="0" w:type="dxa"/>
            <w:right w:w="0" w:type="dxa"/>
          </w:tcMar>
        </w:tcPr>
        <w:p w14:paraId="59774E18" w14:textId="77777777" w:rsidR="008C104D" w:rsidRDefault="008C104D" w:rsidP="00523EA7">
          <w:pPr>
            <w:pStyle w:val="Zpat"/>
          </w:pPr>
        </w:p>
      </w:tc>
      <w:tc>
        <w:tcPr>
          <w:tcW w:w="5698" w:type="dxa"/>
          <w:shd w:val="clear" w:color="auto" w:fill="auto"/>
          <w:tcMar>
            <w:top w:w="57" w:type="dxa"/>
            <w:left w:w="0" w:type="dxa"/>
            <w:right w:w="0" w:type="dxa"/>
          </w:tcMar>
        </w:tcPr>
        <w:p w14:paraId="50FBDB97" w14:textId="77777777" w:rsidR="008C104D" w:rsidRPr="00D6163D" w:rsidRDefault="008C104D" w:rsidP="00D6163D">
          <w:pPr>
            <w:pStyle w:val="Druhdokumentu"/>
          </w:pPr>
        </w:p>
      </w:tc>
    </w:tr>
  </w:tbl>
  <w:p w14:paraId="2624A862" w14:textId="77777777" w:rsidR="008C104D" w:rsidRPr="00D6163D" w:rsidRDefault="008C104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04D" w14:paraId="7E53CC94" w14:textId="77777777" w:rsidTr="00C02D0A">
      <w:trPr>
        <w:trHeight w:hRule="exact" w:val="454"/>
      </w:trPr>
      <w:tc>
        <w:tcPr>
          <w:tcW w:w="1361" w:type="dxa"/>
          <w:tcMar>
            <w:top w:w="57" w:type="dxa"/>
            <w:left w:w="0" w:type="dxa"/>
            <w:right w:w="0" w:type="dxa"/>
          </w:tcMar>
        </w:tcPr>
        <w:p w14:paraId="5B1C5B69" w14:textId="77777777" w:rsidR="008C104D" w:rsidRPr="00B8518B" w:rsidRDefault="008C104D" w:rsidP="00523EA7">
          <w:pPr>
            <w:pStyle w:val="Zpat"/>
            <w:rPr>
              <w:rStyle w:val="slostrnky"/>
            </w:rPr>
          </w:pPr>
        </w:p>
      </w:tc>
      <w:tc>
        <w:tcPr>
          <w:tcW w:w="3458" w:type="dxa"/>
          <w:shd w:val="clear" w:color="auto" w:fill="auto"/>
          <w:tcMar>
            <w:top w:w="57" w:type="dxa"/>
            <w:left w:w="0" w:type="dxa"/>
            <w:right w:w="0" w:type="dxa"/>
          </w:tcMar>
        </w:tcPr>
        <w:p w14:paraId="69EBB16B" w14:textId="77777777" w:rsidR="008C104D" w:rsidRDefault="008C104D" w:rsidP="00523EA7">
          <w:pPr>
            <w:pStyle w:val="Zpat"/>
          </w:pPr>
        </w:p>
      </w:tc>
      <w:tc>
        <w:tcPr>
          <w:tcW w:w="5698" w:type="dxa"/>
          <w:shd w:val="clear" w:color="auto" w:fill="auto"/>
          <w:tcMar>
            <w:top w:w="57" w:type="dxa"/>
            <w:left w:w="0" w:type="dxa"/>
            <w:right w:w="0" w:type="dxa"/>
          </w:tcMar>
        </w:tcPr>
        <w:p w14:paraId="120253C1" w14:textId="77777777" w:rsidR="008C104D" w:rsidRPr="00D6163D" w:rsidRDefault="008C104D" w:rsidP="00D6163D">
          <w:pPr>
            <w:pStyle w:val="Druhdokumentu"/>
          </w:pPr>
        </w:p>
      </w:tc>
    </w:tr>
  </w:tbl>
  <w:p w14:paraId="6FDC562E" w14:textId="77777777" w:rsidR="008C104D" w:rsidRPr="00D6163D" w:rsidRDefault="008C104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04D" w14:paraId="46017BCD" w14:textId="77777777" w:rsidTr="00C02D0A">
      <w:trPr>
        <w:trHeight w:hRule="exact" w:val="454"/>
      </w:trPr>
      <w:tc>
        <w:tcPr>
          <w:tcW w:w="1361" w:type="dxa"/>
          <w:tcMar>
            <w:top w:w="57" w:type="dxa"/>
            <w:left w:w="0" w:type="dxa"/>
            <w:right w:w="0" w:type="dxa"/>
          </w:tcMar>
        </w:tcPr>
        <w:p w14:paraId="3D3A857B" w14:textId="77777777" w:rsidR="008C104D" w:rsidRPr="00B8518B" w:rsidRDefault="008C104D" w:rsidP="00523EA7">
          <w:pPr>
            <w:pStyle w:val="Zpat"/>
            <w:rPr>
              <w:rStyle w:val="slostrnky"/>
            </w:rPr>
          </w:pPr>
        </w:p>
      </w:tc>
      <w:tc>
        <w:tcPr>
          <w:tcW w:w="3458" w:type="dxa"/>
          <w:shd w:val="clear" w:color="auto" w:fill="auto"/>
          <w:tcMar>
            <w:top w:w="57" w:type="dxa"/>
            <w:left w:w="0" w:type="dxa"/>
            <w:right w:w="0" w:type="dxa"/>
          </w:tcMar>
        </w:tcPr>
        <w:p w14:paraId="091F922F" w14:textId="77777777" w:rsidR="008C104D" w:rsidRDefault="008C104D" w:rsidP="00523EA7">
          <w:pPr>
            <w:pStyle w:val="Zpat"/>
          </w:pPr>
        </w:p>
      </w:tc>
      <w:tc>
        <w:tcPr>
          <w:tcW w:w="5698" w:type="dxa"/>
          <w:shd w:val="clear" w:color="auto" w:fill="auto"/>
          <w:tcMar>
            <w:top w:w="57" w:type="dxa"/>
            <w:left w:w="0" w:type="dxa"/>
            <w:right w:w="0" w:type="dxa"/>
          </w:tcMar>
        </w:tcPr>
        <w:p w14:paraId="1B37C807" w14:textId="77777777" w:rsidR="008C104D" w:rsidRPr="00D6163D" w:rsidRDefault="008C104D" w:rsidP="00D6163D">
          <w:pPr>
            <w:pStyle w:val="Druhdokumentu"/>
          </w:pPr>
        </w:p>
      </w:tc>
    </w:tr>
  </w:tbl>
  <w:p w14:paraId="41F73759" w14:textId="77777777" w:rsidR="008C104D" w:rsidRPr="00D6163D" w:rsidRDefault="008C104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04D" w14:paraId="1A796983" w14:textId="77777777" w:rsidTr="00C02D0A">
      <w:trPr>
        <w:trHeight w:hRule="exact" w:val="454"/>
      </w:trPr>
      <w:tc>
        <w:tcPr>
          <w:tcW w:w="1361" w:type="dxa"/>
          <w:tcMar>
            <w:top w:w="57" w:type="dxa"/>
            <w:left w:w="0" w:type="dxa"/>
            <w:right w:w="0" w:type="dxa"/>
          </w:tcMar>
        </w:tcPr>
        <w:p w14:paraId="2C49E13B" w14:textId="77777777" w:rsidR="008C104D" w:rsidRPr="00B8518B" w:rsidRDefault="008C104D" w:rsidP="00523EA7">
          <w:pPr>
            <w:pStyle w:val="Zpat"/>
            <w:rPr>
              <w:rStyle w:val="slostrnky"/>
            </w:rPr>
          </w:pPr>
        </w:p>
      </w:tc>
      <w:tc>
        <w:tcPr>
          <w:tcW w:w="3458" w:type="dxa"/>
          <w:shd w:val="clear" w:color="auto" w:fill="auto"/>
          <w:tcMar>
            <w:top w:w="57" w:type="dxa"/>
            <w:left w:w="0" w:type="dxa"/>
            <w:right w:w="0" w:type="dxa"/>
          </w:tcMar>
        </w:tcPr>
        <w:p w14:paraId="29525732" w14:textId="77777777" w:rsidR="008C104D" w:rsidRDefault="008C104D" w:rsidP="00523EA7">
          <w:pPr>
            <w:pStyle w:val="Zpat"/>
          </w:pPr>
        </w:p>
      </w:tc>
      <w:tc>
        <w:tcPr>
          <w:tcW w:w="5698" w:type="dxa"/>
          <w:shd w:val="clear" w:color="auto" w:fill="auto"/>
          <w:tcMar>
            <w:top w:w="57" w:type="dxa"/>
            <w:left w:w="0" w:type="dxa"/>
            <w:right w:w="0" w:type="dxa"/>
          </w:tcMar>
        </w:tcPr>
        <w:p w14:paraId="56E7ECEF" w14:textId="77777777" w:rsidR="008C104D" w:rsidRPr="00D6163D" w:rsidRDefault="008C104D" w:rsidP="00D6163D">
          <w:pPr>
            <w:pStyle w:val="Druhdokumentu"/>
          </w:pPr>
        </w:p>
      </w:tc>
    </w:tr>
  </w:tbl>
  <w:p w14:paraId="3ED19484" w14:textId="77777777" w:rsidR="008C104D" w:rsidRPr="00D6163D" w:rsidRDefault="008C104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480115"/>
    <w:multiLevelType w:val="hybridMultilevel"/>
    <w:tmpl w:val="213EAA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0"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3"/>
  </w:num>
  <w:num w:numId="4">
    <w:abstractNumId w:val="6"/>
  </w:num>
  <w:num w:numId="5">
    <w:abstractNumId w:val="11"/>
  </w:num>
  <w:num w:numId="6">
    <w:abstractNumId w:val="0"/>
  </w:num>
  <w:num w:numId="7">
    <w:abstractNumId w:val="7"/>
  </w:num>
  <w:num w:numId="8">
    <w:abstractNumId w:val="11"/>
  </w:num>
  <w:num w:numId="9">
    <w:abstractNumId w:val="12"/>
  </w:num>
  <w:num w:numId="10">
    <w:abstractNumId w:val="0"/>
  </w:num>
  <w:num w:numId="11">
    <w:abstractNumId w:val="4"/>
  </w:num>
  <w:num w:numId="12">
    <w:abstractNumId w:val="14"/>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0"/>
  </w:num>
  <w:num w:numId="22">
    <w:abstractNumId w:val="3"/>
  </w:num>
  <w:num w:numId="23">
    <w:abstractNumId w:val="0"/>
  </w:num>
  <w:num w:numId="24">
    <w:abstractNumId w:val="9"/>
  </w:num>
  <w:num w:numId="25">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81405"/>
    <w:rsid w:val="000B16A1"/>
    <w:rsid w:val="000B4EB8"/>
    <w:rsid w:val="000B6107"/>
    <w:rsid w:val="000C41F2"/>
    <w:rsid w:val="000C785B"/>
    <w:rsid w:val="000D22C4"/>
    <w:rsid w:val="000D27D1"/>
    <w:rsid w:val="000E0CC3"/>
    <w:rsid w:val="000E1A7F"/>
    <w:rsid w:val="000E309A"/>
    <w:rsid w:val="000E4714"/>
    <w:rsid w:val="000F3947"/>
    <w:rsid w:val="00103401"/>
    <w:rsid w:val="00112864"/>
    <w:rsid w:val="00114472"/>
    <w:rsid w:val="00114988"/>
    <w:rsid w:val="00115069"/>
    <w:rsid w:val="001150F2"/>
    <w:rsid w:val="00120115"/>
    <w:rsid w:val="00135ABA"/>
    <w:rsid w:val="00143EC0"/>
    <w:rsid w:val="001543F7"/>
    <w:rsid w:val="00154D3E"/>
    <w:rsid w:val="001554C7"/>
    <w:rsid w:val="00157662"/>
    <w:rsid w:val="001623B8"/>
    <w:rsid w:val="001656A2"/>
    <w:rsid w:val="00165977"/>
    <w:rsid w:val="00165A92"/>
    <w:rsid w:val="00170EC5"/>
    <w:rsid w:val="001747C1"/>
    <w:rsid w:val="00177D6B"/>
    <w:rsid w:val="001821EF"/>
    <w:rsid w:val="001913F8"/>
    <w:rsid w:val="00191A70"/>
    <w:rsid w:val="00191F90"/>
    <w:rsid w:val="0019261C"/>
    <w:rsid w:val="00194D8B"/>
    <w:rsid w:val="001B4E74"/>
    <w:rsid w:val="001B6480"/>
    <w:rsid w:val="001C2090"/>
    <w:rsid w:val="001C2FA0"/>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4C3E"/>
    <w:rsid w:val="00226998"/>
    <w:rsid w:val="002329ED"/>
    <w:rsid w:val="002350C1"/>
    <w:rsid w:val="00236CEB"/>
    <w:rsid w:val="00240B81"/>
    <w:rsid w:val="00247D01"/>
    <w:rsid w:val="00261A5B"/>
    <w:rsid w:val="00262E5B"/>
    <w:rsid w:val="00276AFE"/>
    <w:rsid w:val="00281F25"/>
    <w:rsid w:val="00293E2C"/>
    <w:rsid w:val="002A204D"/>
    <w:rsid w:val="002A3B57"/>
    <w:rsid w:val="002A5468"/>
    <w:rsid w:val="002A619F"/>
    <w:rsid w:val="002B7098"/>
    <w:rsid w:val="002B7828"/>
    <w:rsid w:val="002C1451"/>
    <w:rsid w:val="002C31BF"/>
    <w:rsid w:val="002C7A28"/>
    <w:rsid w:val="002D536A"/>
    <w:rsid w:val="002D7FD6"/>
    <w:rsid w:val="002E052B"/>
    <w:rsid w:val="002E0CD7"/>
    <w:rsid w:val="002E0CFB"/>
    <w:rsid w:val="002E44D7"/>
    <w:rsid w:val="002E56D8"/>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56E"/>
    <w:rsid w:val="003E0077"/>
    <w:rsid w:val="003E058F"/>
    <w:rsid w:val="003E3C73"/>
    <w:rsid w:val="003E420D"/>
    <w:rsid w:val="003E4C13"/>
    <w:rsid w:val="003F301F"/>
    <w:rsid w:val="00405C34"/>
    <w:rsid w:val="004078F3"/>
    <w:rsid w:val="00412B04"/>
    <w:rsid w:val="0042084B"/>
    <w:rsid w:val="0042271B"/>
    <w:rsid w:val="00427794"/>
    <w:rsid w:val="00430DAC"/>
    <w:rsid w:val="00433BF6"/>
    <w:rsid w:val="00435254"/>
    <w:rsid w:val="00450F07"/>
    <w:rsid w:val="00453CD3"/>
    <w:rsid w:val="004563B6"/>
    <w:rsid w:val="00457F69"/>
    <w:rsid w:val="0046002F"/>
    <w:rsid w:val="00460187"/>
    <w:rsid w:val="00460660"/>
    <w:rsid w:val="0046246F"/>
    <w:rsid w:val="00462F00"/>
    <w:rsid w:val="004643B4"/>
    <w:rsid w:val="00464BA9"/>
    <w:rsid w:val="00471EBA"/>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0F7A"/>
    <w:rsid w:val="0053209D"/>
    <w:rsid w:val="005363B1"/>
    <w:rsid w:val="005406EB"/>
    <w:rsid w:val="0054077E"/>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0A06"/>
    <w:rsid w:val="00595AAC"/>
    <w:rsid w:val="00595DEF"/>
    <w:rsid w:val="005A1F44"/>
    <w:rsid w:val="005B7A97"/>
    <w:rsid w:val="005C0D18"/>
    <w:rsid w:val="005C5A72"/>
    <w:rsid w:val="005D3C39"/>
    <w:rsid w:val="005D7861"/>
    <w:rsid w:val="005E4ABF"/>
    <w:rsid w:val="00601A8C"/>
    <w:rsid w:val="0061068E"/>
    <w:rsid w:val="006115D3"/>
    <w:rsid w:val="00613B98"/>
    <w:rsid w:val="00617595"/>
    <w:rsid w:val="0062111E"/>
    <w:rsid w:val="0062310B"/>
    <w:rsid w:val="00626A8A"/>
    <w:rsid w:val="00630EA6"/>
    <w:rsid w:val="00646CDE"/>
    <w:rsid w:val="00650D83"/>
    <w:rsid w:val="0065610E"/>
    <w:rsid w:val="006568B1"/>
    <w:rsid w:val="00660AD3"/>
    <w:rsid w:val="00667785"/>
    <w:rsid w:val="00674149"/>
    <w:rsid w:val="0067665E"/>
    <w:rsid w:val="006776B6"/>
    <w:rsid w:val="00681874"/>
    <w:rsid w:val="00687F8B"/>
    <w:rsid w:val="006921B1"/>
    <w:rsid w:val="00693150"/>
    <w:rsid w:val="00694795"/>
    <w:rsid w:val="006954C3"/>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3A32"/>
    <w:rsid w:val="006F552B"/>
    <w:rsid w:val="00700941"/>
    <w:rsid w:val="00710723"/>
    <w:rsid w:val="007145F3"/>
    <w:rsid w:val="00714771"/>
    <w:rsid w:val="00723836"/>
    <w:rsid w:val="00723ED1"/>
    <w:rsid w:val="0072498E"/>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330B"/>
    <w:rsid w:val="007B570C"/>
    <w:rsid w:val="007C45BD"/>
    <w:rsid w:val="007C4689"/>
    <w:rsid w:val="007C5C3B"/>
    <w:rsid w:val="007C60A1"/>
    <w:rsid w:val="007E4A6E"/>
    <w:rsid w:val="007E56AB"/>
    <w:rsid w:val="007F56A7"/>
    <w:rsid w:val="00800851"/>
    <w:rsid w:val="00805BFF"/>
    <w:rsid w:val="00807DD0"/>
    <w:rsid w:val="00817E6B"/>
    <w:rsid w:val="00821D01"/>
    <w:rsid w:val="00826A73"/>
    <w:rsid w:val="00826B7B"/>
    <w:rsid w:val="008278E1"/>
    <w:rsid w:val="0083052D"/>
    <w:rsid w:val="008372D7"/>
    <w:rsid w:val="008423EC"/>
    <w:rsid w:val="00846789"/>
    <w:rsid w:val="00853506"/>
    <w:rsid w:val="008559FD"/>
    <w:rsid w:val="00860ACC"/>
    <w:rsid w:val="00866994"/>
    <w:rsid w:val="0087489C"/>
    <w:rsid w:val="008804AE"/>
    <w:rsid w:val="00887E2C"/>
    <w:rsid w:val="00893D76"/>
    <w:rsid w:val="008972FA"/>
    <w:rsid w:val="008A3568"/>
    <w:rsid w:val="008A51E1"/>
    <w:rsid w:val="008B2A2E"/>
    <w:rsid w:val="008B4D60"/>
    <w:rsid w:val="008C104D"/>
    <w:rsid w:val="008C15AA"/>
    <w:rsid w:val="008C1825"/>
    <w:rsid w:val="008C50F3"/>
    <w:rsid w:val="008C7CD6"/>
    <w:rsid w:val="008C7EFE"/>
    <w:rsid w:val="008D03B9"/>
    <w:rsid w:val="008D30C7"/>
    <w:rsid w:val="008D59AA"/>
    <w:rsid w:val="008E5E08"/>
    <w:rsid w:val="008F18D6"/>
    <w:rsid w:val="008F2C9B"/>
    <w:rsid w:val="008F4BC1"/>
    <w:rsid w:val="008F58C3"/>
    <w:rsid w:val="008F797B"/>
    <w:rsid w:val="009021F2"/>
    <w:rsid w:val="00904353"/>
    <w:rsid w:val="00904780"/>
    <w:rsid w:val="0090635B"/>
    <w:rsid w:val="00911BED"/>
    <w:rsid w:val="0091501C"/>
    <w:rsid w:val="00922385"/>
    <w:rsid w:val="009223DF"/>
    <w:rsid w:val="009252E4"/>
    <w:rsid w:val="00936091"/>
    <w:rsid w:val="009366A5"/>
    <w:rsid w:val="00940D8A"/>
    <w:rsid w:val="00940F66"/>
    <w:rsid w:val="00953A17"/>
    <w:rsid w:val="00962258"/>
    <w:rsid w:val="009678B5"/>
    <w:rsid w:val="009678B7"/>
    <w:rsid w:val="00992B9C"/>
    <w:rsid w:val="00992D9C"/>
    <w:rsid w:val="00996CB8"/>
    <w:rsid w:val="00996CF3"/>
    <w:rsid w:val="009A0C40"/>
    <w:rsid w:val="009A0EA9"/>
    <w:rsid w:val="009A162A"/>
    <w:rsid w:val="009B2E97"/>
    <w:rsid w:val="009B3DF3"/>
    <w:rsid w:val="009B4201"/>
    <w:rsid w:val="009B5146"/>
    <w:rsid w:val="009C2EBB"/>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40E"/>
    <w:rsid w:val="00A21A01"/>
    <w:rsid w:val="00A22592"/>
    <w:rsid w:val="00A375BB"/>
    <w:rsid w:val="00A44B98"/>
    <w:rsid w:val="00A50641"/>
    <w:rsid w:val="00A530BF"/>
    <w:rsid w:val="00A55317"/>
    <w:rsid w:val="00A559E9"/>
    <w:rsid w:val="00A6177B"/>
    <w:rsid w:val="00A61903"/>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B0CA3"/>
    <w:rsid w:val="00AD056F"/>
    <w:rsid w:val="00AD0C7B"/>
    <w:rsid w:val="00AD0E93"/>
    <w:rsid w:val="00AD18F7"/>
    <w:rsid w:val="00AD5F1A"/>
    <w:rsid w:val="00AD6731"/>
    <w:rsid w:val="00AE34C1"/>
    <w:rsid w:val="00AE4254"/>
    <w:rsid w:val="00AF2182"/>
    <w:rsid w:val="00B008D5"/>
    <w:rsid w:val="00B01FCF"/>
    <w:rsid w:val="00B02F73"/>
    <w:rsid w:val="00B04D8D"/>
    <w:rsid w:val="00B05B31"/>
    <w:rsid w:val="00B0619F"/>
    <w:rsid w:val="00B074C5"/>
    <w:rsid w:val="00B13A26"/>
    <w:rsid w:val="00B15D0D"/>
    <w:rsid w:val="00B22106"/>
    <w:rsid w:val="00B30DE7"/>
    <w:rsid w:val="00B33F6A"/>
    <w:rsid w:val="00B4297C"/>
    <w:rsid w:val="00B42F40"/>
    <w:rsid w:val="00B449BD"/>
    <w:rsid w:val="00B46948"/>
    <w:rsid w:val="00B47B19"/>
    <w:rsid w:val="00B52175"/>
    <w:rsid w:val="00B5431A"/>
    <w:rsid w:val="00B56570"/>
    <w:rsid w:val="00B6406E"/>
    <w:rsid w:val="00B7298A"/>
    <w:rsid w:val="00B75EE1"/>
    <w:rsid w:val="00B77481"/>
    <w:rsid w:val="00B8417F"/>
    <w:rsid w:val="00B8518B"/>
    <w:rsid w:val="00B85313"/>
    <w:rsid w:val="00B95561"/>
    <w:rsid w:val="00B955DF"/>
    <w:rsid w:val="00B968B2"/>
    <w:rsid w:val="00B97CC3"/>
    <w:rsid w:val="00BA17AE"/>
    <w:rsid w:val="00BA72E8"/>
    <w:rsid w:val="00BC06C4"/>
    <w:rsid w:val="00BD64B8"/>
    <w:rsid w:val="00BD7974"/>
    <w:rsid w:val="00BD7E91"/>
    <w:rsid w:val="00BD7F0D"/>
    <w:rsid w:val="00BE6886"/>
    <w:rsid w:val="00BF2939"/>
    <w:rsid w:val="00C02D0A"/>
    <w:rsid w:val="00C03769"/>
    <w:rsid w:val="00C03A6E"/>
    <w:rsid w:val="00C04C8C"/>
    <w:rsid w:val="00C06617"/>
    <w:rsid w:val="00C11B06"/>
    <w:rsid w:val="00C226C0"/>
    <w:rsid w:val="00C30DDE"/>
    <w:rsid w:val="00C34BFD"/>
    <w:rsid w:val="00C37459"/>
    <w:rsid w:val="00C37C47"/>
    <w:rsid w:val="00C37F6C"/>
    <w:rsid w:val="00C42FE6"/>
    <w:rsid w:val="00C44F6A"/>
    <w:rsid w:val="00C45470"/>
    <w:rsid w:val="00C55D08"/>
    <w:rsid w:val="00C6198E"/>
    <w:rsid w:val="00C65F2F"/>
    <w:rsid w:val="00C708EA"/>
    <w:rsid w:val="00C72129"/>
    <w:rsid w:val="00C7481D"/>
    <w:rsid w:val="00C778A5"/>
    <w:rsid w:val="00C92496"/>
    <w:rsid w:val="00C95162"/>
    <w:rsid w:val="00CA171F"/>
    <w:rsid w:val="00CA734E"/>
    <w:rsid w:val="00CB29EB"/>
    <w:rsid w:val="00CB4F6D"/>
    <w:rsid w:val="00CB6A37"/>
    <w:rsid w:val="00CB7684"/>
    <w:rsid w:val="00CC53E5"/>
    <w:rsid w:val="00CC7C8F"/>
    <w:rsid w:val="00CD1FC4"/>
    <w:rsid w:val="00CD6B53"/>
    <w:rsid w:val="00CE44E0"/>
    <w:rsid w:val="00CF3C6B"/>
    <w:rsid w:val="00D034A0"/>
    <w:rsid w:val="00D21061"/>
    <w:rsid w:val="00D32554"/>
    <w:rsid w:val="00D34684"/>
    <w:rsid w:val="00D40A8A"/>
    <w:rsid w:val="00D4108E"/>
    <w:rsid w:val="00D4328E"/>
    <w:rsid w:val="00D4758D"/>
    <w:rsid w:val="00D6163D"/>
    <w:rsid w:val="00D65992"/>
    <w:rsid w:val="00D73533"/>
    <w:rsid w:val="00D76F55"/>
    <w:rsid w:val="00D77605"/>
    <w:rsid w:val="00D80984"/>
    <w:rsid w:val="00D831A3"/>
    <w:rsid w:val="00D8376F"/>
    <w:rsid w:val="00D935B2"/>
    <w:rsid w:val="00D94A75"/>
    <w:rsid w:val="00D97BE3"/>
    <w:rsid w:val="00DA1F47"/>
    <w:rsid w:val="00DA3711"/>
    <w:rsid w:val="00DD1C6B"/>
    <w:rsid w:val="00DD46F3"/>
    <w:rsid w:val="00DE13E9"/>
    <w:rsid w:val="00DE4344"/>
    <w:rsid w:val="00DE50B4"/>
    <w:rsid w:val="00DE56F2"/>
    <w:rsid w:val="00DF116D"/>
    <w:rsid w:val="00DF4B6D"/>
    <w:rsid w:val="00DF52E0"/>
    <w:rsid w:val="00DF64E8"/>
    <w:rsid w:val="00E0319A"/>
    <w:rsid w:val="00E14606"/>
    <w:rsid w:val="00E16FF7"/>
    <w:rsid w:val="00E17188"/>
    <w:rsid w:val="00E26D68"/>
    <w:rsid w:val="00E32665"/>
    <w:rsid w:val="00E44045"/>
    <w:rsid w:val="00E463D2"/>
    <w:rsid w:val="00E51397"/>
    <w:rsid w:val="00E549B3"/>
    <w:rsid w:val="00E5692B"/>
    <w:rsid w:val="00E5753B"/>
    <w:rsid w:val="00E57FBE"/>
    <w:rsid w:val="00E618C4"/>
    <w:rsid w:val="00E62215"/>
    <w:rsid w:val="00E65EE7"/>
    <w:rsid w:val="00E70043"/>
    <w:rsid w:val="00E7415D"/>
    <w:rsid w:val="00E7453E"/>
    <w:rsid w:val="00E877FB"/>
    <w:rsid w:val="00E878EE"/>
    <w:rsid w:val="00E901A3"/>
    <w:rsid w:val="00E904F1"/>
    <w:rsid w:val="00E9267F"/>
    <w:rsid w:val="00E9697F"/>
    <w:rsid w:val="00EA23D9"/>
    <w:rsid w:val="00EA548B"/>
    <w:rsid w:val="00EA585B"/>
    <w:rsid w:val="00EA6EC7"/>
    <w:rsid w:val="00EB104F"/>
    <w:rsid w:val="00EB46E5"/>
    <w:rsid w:val="00EB676D"/>
    <w:rsid w:val="00EC539D"/>
    <w:rsid w:val="00ED14BD"/>
    <w:rsid w:val="00ED29F1"/>
    <w:rsid w:val="00EF09AF"/>
    <w:rsid w:val="00EF33B0"/>
    <w:rsid w:val="00EF4935"/>
    <w:rsid w:val="00F016C7"/>
    <w:rsid w:val="00F03C88"/>
    <w:rsid w:val="00F12DEC"/>
    <w:rsid w:val="00F14C08"/>
    <w:rsid w:val="00F1715C"/>
    <w:rsid w:val="00F228BD"/>
    <w:rsid w:val="00F24489"/>
    <w:rsid w:val="00F310F8"/>
    <w:rsid w:val="00F340DA"/>
    <w:rsid w:val="00F35939"/>
    <w:rsid w:val="00F40CF6"/>
    <w:rsid w:val="00F422D3"/>
    <w:rsid w:val="00F452C2"/>
    <w:rsid w:val="00F45607"/>
    <w:rsid w:val="00F4722B"/>
    <w:rsid w:val="00F54432"/>
    <w:rsid w:val="00F609A6"/>
    <w:rsid w:val="00F6217F"/>
    <w:rsid w:val="00F659EB"/>
    <w:rsid w:val="00F70809"/>
    <w:rsid w:val="00F71A5D"/>
    <w:rsid w:val="00F762A8"/>
    <w:rsid w:val="00F82134"/>
    <w:rsid w:val="00F86BA6"/>
    <w:rsid w:val="00F87C8D"/>
    <w:rsid w:val="00F91AE2"/>
    <w:rsid w:val="00F95FBD"/>
    <w:rsid w:val="00FB6115"/>
    <w:rsid w:val="00FB6342"/>
    <w:rsid w:val="00FB669C"/>
    <w:rsid w:val="00FC033A"/>
    <w:rsid w:val="00FC6389"/>
    <w:rsid w:val="00FD14D5"/>
    <w:rsid w:val="00FD4429"/>
    <w:rsid w:val="00FE6AEC"/>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903099278">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75335269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9698A3A-06AD-45A3-B120-8A2B50A18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9</TotalTime>
  <Pages>27</Pages>
  <Words>6935</Words>
  <Characters>40922</Characters>
  <Application>Microsoft Office Word</Application>
  <DocSecurity>0</DocSecurity>
  <Lines>341</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Krumlová Nikola</cp:lastModifiedBy>
  <cp:revision>10</cp:revision>
  <cp:lastPrinted>2019-05-15T08:59:00Z</cp:lastPrinted>
  <dcterms:created xsi:type="dcterms:W3CDTF">2022-11-02T11:41:00Z</dcterms:created>
  <dcterms:modified xsi:type="dcterms:W3CDTF">2022-11-10T05:25:00Z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